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07" w:rsidRPr="00076E79" w:rsidRDefault="006F4207" w:rsidP="002D541F">
      <w:pPr>
        <w:jc w:val="center"/>
        <w:rPr>
          <w:szCs w:val="28"/>
          <w:lang w:val="ru-RU"/>
        </w:rPr>
      </w:pPr>
      <w:r w:rsidRPr="00E97F3A">
        <w:rPr>
          <w:szCs w:val="28"/>
        </w:rPr>
        <w:t>МІНІСТЕРСТВ</w:t>
      </w:r>
      <w:r>
        <w:rPr>
          <w:szCs w:val="28"/>
        </w:rPr>
        <w:t>О</w:t>
      </w:r>
      <w:r w:rsidRPr="00E97F3A">
        <w:rPr>
          <w:szCs w:val="28"/>
        </w:rPr>
        <w:t xml:space="preserve"> ОСВІТИ І НАУКИ УКРАЇНИ</w:t>
      </w:r>
    </w:p>
    <w:p w:rsidR="006F4207" w:rsidRPr="00E97F3A" w:rsidRDefault="006F4207" w:rsidP="002D541F">
      <w:pPr>
        <w:jc w:val="center"/>
        <w:rPr>
          <w:szCs w:val="28"/>
        </w:rPr>
      </w:pPr>
      <w:r w:rsidRPr="00E97F3A">
        <w:rPr>
          <w:szCs w:val="28"/>
        </w:rPr>
        <w:t>ЗАПОРІЗЬКИЙ НАЦІОНАЛЬНИЙ УНІВЕРСИТЕТ</w:t>
      </w:r>
    </w:p>
    <w:p w:rsidR="006F4207" w:rsidRPr="00972B23" w:rsidRDefault="006F4207" w:rsidP="002D541F">
      <w:pPr>
        <w:jc w:val="center"/>
        <w:rPr>
          <w:caps/>
          <w:szCs w:val="28"/>
        </w:rPr>
      </w:pPr>
      <w:r w:rsidRPr="00972B23">
        <w:rPr>
          <w:caps/>
          <w:szCs w:val="28"/>
        </w:rPr>
        <w:t>Факультет</w:t>
      </w:r>
      <w:r>
        <w:rPr>
          <w:caps/>
          <w:szCs w:val="28"/>
        </w:rPr>
        <w:t xml:space="preserve"> ФІЗИЧНОГО ВИХОВАННЯ</w:t>
      </w:r>
    </w:p>
    <w:p w:rsidR="006F4207" w:rsidRPr="00D93A3E" w:rsidRDefault="006F4207" w:rsidP="002D541F">
      <w:pPr>
        <w:jc w:val="center"/>
        <w:rPr>
          <w:sz w:val="20"/>
          <w:szCs w:val="20"/>
        </w:rPr>
      </w:pPr>
      <w:r w:rsidRPr="00972B23">
        <w:rPr>
          <w:caps/>
        </w:rPr>
        <w:t>Кафедра</w:t>
      </w:r>
      <w:r w:rsidRPr="00E92E3B">
        <w:t xml:space="preserve"> </w:t>
      </w:r>
      <w:r>
        <w:t>ФІЗИЧНОЇ КУЛЬТУРИ І СПОРТУ</w:t>
      </w:r>
    </w:p>
    <w:p w:rsidR="006F4207" w:rsidRPr="00D93A3E" w:rsidRDefault="006F4207" w:rsidP="002D541F">
      <w:pPr>
        <w:jc w:val="center"/>
        <w:rPr>
          <w:sz w:val="20"/>
          <w:szCs w:val="20"/>
        </w:rPr>
      </w:pPr>
    </w:p>
    <w:p w:rsidR="006F4207" w:rsidRPr="002E2AFF" w:rsidRDefault="006F4207" w:rsidP="002D541F">
      <w:pPr>
        <w:jc w:val="center"/>
        <w:rPr>
          <w:sz w:val="20"/>
          <w:szCs w:val="20"/>
        </w:rPr>
      </w:pPr>
    </w:p>
    <w:p w:rsidR="006F4207" w:rsidRDefault="006F4207" w:rsidP="002D541F"/>
    <w:p w:rsidR="006F4207" w:rsidRPr="00E92E3B" w:rsidRDefault="006F4207" w:rsidP="002D541F"/>
    <w:p w:rsidR="006F4207" w:rsidRPr="00991F9E" w:rsidRDefault="006F4207" w:rsidP="002D541F">
      <w:pPr>
        <w:jc w:val="center"/>
      </w:pPr>
      <w:r>
        <w:rPr>
          <w:b/>
          <w:lang w:val="ru-RU"/>
        </w:rPr>
        <w:t xml:space="preserve"> </w:t>
      </w:r>
      <w:r w:rsidRPr="000C5190">
        <w:rPr>
          <w:b/>
          <w:lang w:val="ru-RU"/>
        </w:rPr>
        <w:t xml:space="preserve">  </w:t>
      </w:r>
      <w:r>
        <w:rPr>
          <w:b/>
          <w:lang w:val="ru-RU"/>
        </w:rPr>
        <w:t xml:space="preserve">                                                    </w:t>
      </w:r>
      <w:r w:rsidRPr="00991F9E">
        <w:rPr>
          <w:b/>
        </w:rPr>
        <w:t>ЗАТВЕРДЖУЮ</w:t>
      </w:r>
    </w:p>
    <w:p w:rsidR="006F4207" w:rsidRDefault="006F4207" w:rsidP="002D541F">
      <w:pPr>
        <w:ind w:left="5400"/>
      </w:pPr>
    </w:p>
    <w:p w:rsidR="006F4207" w:rsidRDefault="006F4207" w:rsidP="002D541F">
      <w:pPr>
        <w:ind w:left="5400"/>
      </w:pPr>
      <w:r w:rsidRPr="0066311F">
        <w:t xml:space="preserve">Декан </w:t>
      </w:r>
      <w:r>
        <w:t>факультету фізичного виховання</w:t>
      </w:r>
    </w:p>
    <w:p w:rsidR="006F4207" w:rsidRDefault="006F4207" w:rsidP="002D541F">
      <w:pPr>
        <w:ind w:left="5400"/>
      </w:pPr>
      <w:r>
        <w:t>д-р біол. наук, професор</w:t>
      </w:r>
    </w:p>
    <w:p w:rsidR="006F4207" w:rsidRDefault="006F4207" w:rsidP="002D541F">
      <w:pPr>
        <w:ind w:left="5400"/>
      </w:pPr>
    </w:p>
    <w:p w:rsidR="006F4207" w:rsidRDefault="006F4207" w:rsidP="002D541F">
      <w:pPr>
        <w:ind w:left="5400"/>
      </w:pPr>
      <w:r>
        <w:t>_______________М.В. Маліков</w:t>
      </w:r>
    </w:p>
    <w:p w:rsidR="006F4207" w:rsidRDefault="006F4207" w:rsidP="002D541F">
      <w:pPr>
        <w:rPr>
          <w:lang w:val="ru-RU"/>
        </w:rPr>
      </w:pPr>
    </w:p>
    <w:p w:rsidR="006F4207" w:rsidRDefault="006F4207" w:rsidP="00F32EF2">
      <w:pPr>
        <w:tabs>
          <w:tab w:val="left" w:pos="5400"/>
          <w:tab w:val="left" w:pos="5580"/>
        </w:tabs>
      </w:pPr>
      <w:r w:rsidRPr="000C5190">
        <w:rPr>
          <w:lang w:val="ru-RU"/>
        </w:rPr>
        <w:t xml:space="preserve">                                                                                      </w:t>
      </w:r>
      <w:r>
        <w:rPr>
          <w:lang w:val="ru-RU"/>
        </w:rPr>
        <w:t xml:space="preserve">   </w:t>
      </w:r>
      <w:r>
        <w:t>«</w:t>
      </w:r>
      <w:r w:rsidRPr="00991F9E">
        <w:t>______</w:t>
      </w:r>
      <w:r>
        <w:t>»</w:t>
      </w:r>
      <w:r w:rsidRPr="00991F9E">
        <w:t>_______________20</w:t>
      </w:r>
      <w:r>
        <w:t>17 р.</w:t>
      </w:r>
    </w:p>
    <w:p w:rsidR="006F4207" w:rsidRPr="00D93A3E" w:rsidRDefault="006F4207" w:rsidP="002D541F">
      <w:pPr>
        <w:jc w:val="center"/>
        <w:rPr>
          <w:sz w:val="20"/>
          <w:szCs w:val="20"/>
        </w:rPr>
      </w:pPr>
    </w:p>
    <w:p w:rsidR="006F4207" w:rsidRDefault="006F4207" w:rsidP="002D541F">
      <w:pPr>
        <w:rPr>
          <w:b/>
          <w:bCs/>
          <w:sz w:val="28"/>
          <w:szCs w:val="28"/>
          <w:lang w:val="ru-RU"/>
        </w:rPr>
      </w:pPr>
    </w:p>
    <w:p w:rsidR="006F4207" w:rsidRDefault="006F4207" w:rsidP="002D54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НАВЧАЛЬНО-СПОРТИВНА ПІДГОТОВКА</w:t>
      </w:r>
    </w:p>
    <w:p w:rsidR="006F4207" w:rsidRDefault="006F4207" w:rsidP="002D54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(БАСКЕТБОЛ)</w:t>
      </w:r>
    </w:p>
    <w:p w:rsidR="006F4207" w:rsidRPr="00E84847" w:rsidRDefault="006F4207" w:rsidP="002D541F">
      <w:pPr>
        <w:jc w:val="center"/>
        <w:rPr>
          <w:b/>
          <w:bCs/>
          <w:sz w:val="28"/>
          <w:szCs w:val="28"/>
        </w:rPr>
      </w:pPr>
    </w:p>
    <w:p w:rsidR="006F4207" w:rsidRPr="00E84847" w:rsidRDefault="006F4207" w:rsidP="002D541F">
      <w:pPr>
        <w:jc w:val="center"/>
        <w:rPr>
          <w:i/>
          <w:iCs/>
          <w:sz w:val="28"/>
          <w:szCs w:val="28"/>
        </w:rPr>
      </w:pPr>
      <w:r w:rsidRPr="00F70A8A">
        <w:rPr>
          <w:iCs/>
          <w:sz w:val="28"/>
          <w:szCs w:val="28"/>
        </w:rPr>
        <w:t>РОБОЧА ПРОГРАМА НАВЧАЛЬНОЇ ДИСЦИПЛІНИ</w:t>
      </w:r>
      <w:r w:rsidRPr="00F70A8A">
        <w:rPr>
          <w:i/>
          <w:iCs/>
          <w:sz w:val="28"/>
          <w:szCs w:val="28"/>
        </w:rPr>
        <w:t xml:space="preserve"> </w:t>
      </w:r>
    </w:p>
    <w:p w:rsidR="006F4207" w:rsidRPr="007674F2" w:rsidRDefault="006F4207" w:rsidP="002D541F">
      <w:pPr>
        <w:jc w:val="center"/>
        <w:rPr>
          <w:b/>
          <w:bCs/>
          <w:sz w:val="28"/>
          <w:szCs w:val="28"/>
          <w:lang w:val="ru-RU"/>
        </w:rPr>
      </w:pPr>
    </w:p>
    <w:p w:rsidR="006F4207" w:rsidRPr="0068497D" w:rsidRDefault="006F4207" w:rsidP="002D541F">
      <w:pPr>
        <w:jc w:val="center"/>
        <w:rPr>
          <w:bCs/>
          <w:sz w:val="16"/>
          <w:szCs w:val="16"/>
        </w:rPr>
      </w:pPr>
      <w:r w:rsidRPr="00972B23">
        <w:rPr>
          <w:bCs/>
          <w:sz w:val="28"/>
          <w:szCs w:val="28"/>
        </w:rPr>
        <w:t xml:space="preserve">підготовки </w:t>
      </w:r>
      <w:r>
        <w:rPr>
          <w:bCs/>
          <w:sz w:val="28"/>
          <w:szCs w:val="28"/>
        </w:rPr>
        <w:t>бакалаврів</w:t>
      </w:r>
    </w:p>
    <w:p w:rsidR="006F4207" w:rsidRDefault="006F4207" w:rsidP="002D541F">
      <w:pPr>
        <w:ind w:firstLine="708"/>
        <w:jc w:val="center"/>
        <w:rPr>
          <w:sz w:val="28"/>
          <w:szCs w:val="28"/>
          <w:lang w:val="ru-RU"/>
        </w:rPr>
      </w:pPr>
    </w:p>
    <w:p w:rsidR="006F4207" w:rsidRPr="007674F2" w:rsidRDefault="006F4207" w:rsidP="002D541F">
      <w:pPr>
        <w:ind w:firstLine="1701"/>
        <w:jc w:val="both"/>
        <w:rPr>
          <w:sz w:val="28"/>
          <w:szCs w:val="28"/>
          <w:lang w:val="ru-RU"/>
        </w:rPr>
      </w:pPr>
      <w:r w:rsidRPr="00F70A8A">
        <w:rPr>
          <w:sz w:val="28"/>
          <w:szCs w:val="28"/>
        </w:rPr>
        <w:t>спеціальн</w:t>
      </w:r>
      <w:r>
        <w:rPr>
          <w:sz w:val="28"/>
          <w:szCs w:val="28"/>
        </w:rPr>
        <w:t>о</w:t>
      </w:r>
      <w:r w:rsidRPr="00F70A8A">
        <w:rPr>
          <w:sz w:val="28"/>
          <w:szCs w:val="28"/>
        </w:rPr>
        <w:t>ст</w:t>
      </w:r>
      <w:r>
        <w:rPr>
          <w:sz w:val="28"/>
          <w:szCs w:val="28"/>
        </w:rPr>
        <w:t xml:space="preserve">і: </w:t>
      </w:r>
      <w:r w:rsidRPr="002F7237">
        <w:rPr>
          <w:bCs/>
        </w:rPr>
        <w:t xml:space="preserve">Економічна кібернетика, Фінанси і кредит, Облік і аудит, Маркетинг, </w:t>
      </w:r>
      <w:r>
        <w:rPr>
          <w:bCs/>
        </w:rPr>
        <w:t xml:space="preserve">Міжнародна економіка,  </w:t>
      </w:r>
      <w:r w:rsidRPr="002F7237">
        <w:rPr>
          <w:bCs/>
        </w:rPr>
        <w:t>Управління персоналом і економіка прац</w:t>
      </w:r>
      <w:r>
        <w:rPr>
          <w:bCs/>
        </w:rPr>
        <w:t>і</w:t>
      </w:r>
      <w:r w:rsidRPr="002F7237">
        <w:rPr>
          <w:bCs/>
        </w:rPr>
        <w:t>;</w:t>
      </w:r>
      <w:r>
        <w:rPr>
          <w:bCs/>
        </w:rPr>
        <w:t xml:space="preserve"> </w:t>
      </w:r>
      <w:r w:rsidRPr="002F7237">
        <w:rPr>
          <w:bCs/>
        </w:rPr>
        <w:t>Переклад: ( англійська, французька, німецька, болгарська, польська</w:t>
      </w:r>
      <w:r>
        <w:rPr>
          <w:bCs/>
        </w:rPr>
        <w:t xml:space="preserve"> мови);  </w:t>
      </w:r>
      <w:r w:rsidRPr="002F7237">
        <w:rPr>
          <w:bCs/>
        </w:rPr>
        <w:t xml:space="preserve">Російська мова та література, Українська мова та література, Іспанська мова та література, </w:t>
      </w:r>
      <w:r>
        <w:rPr>
          <w:bCs/>
        </w:rPr>
        <w:t xml:space="preserve">Французька </w:t>
      </w:r>
      <w:r w:rsidRPr="002F7237">
        <w:rPr>
          <w:bCs/>
        </w:rPr>
        <w:t xml:space="preserve">мова та література, </w:t>
      </w:r>
      <w:r>
        <w:rPr>
          <w:bCs/>
        </w:rPr>
        <w:t xml:space="preserve">Німецька </w:t>
      </w:r>
      <w:r w:rsidRPr="002F7237">
        <w:rPr>
          <w:bCs/>
        </w:rPr>
        <w:t xml:space="preserve">мова та література, </w:t>
      </w:r>
      <w:r>
        <w:rPr>
          <w:bCs/>
        </w:rPr>
        <w:t xml:space="preserve">Англійська </w:t>
      </w:r>
      <w:r w:rsidRPr="002F7237">
        <w:rPr>
          <w:bCs/>
        </w:rPr>
        <w:t>мова та література;</w:t>
      </w:r>
      <w:r>
        <w:rPr>
          <w:bCs/>
        </w:rPr>
        <w:t xml:space="preserve"> </w:t>
      </w:r>
      <w:r w:rsidRPr="002F7237">
        <w:rPr>
          <w:bCs/>
        </w:rPr>
        <w:t>Біологія, Хімія, Екологія та охорона навколишнього середовища, Лісове і садово-паркове господарство;</w:t>
      </w:r>
      <w:r>
        <w:rPr>
          <w:bCs/>
        </w:rPr>
        <w:t xml:space="preserve"> </w:t>
      </w:r>
      <w:r w:rsidRPr="002F7237">
        <w:rPr>
          <w:bCs/>
        </w:rPr>
        <w:t>Журналістика, Видавнича справа та редагування, Реклама і зв’язки з громадськістю;</w:t>
      </w:r>
      <w:r>
        <w:rPr>
          <w:sz w:val="28"/>
          <w:szCs w:val="28"/>
        </w:rPr>
        <w:t xml:space="preserve"> </w:t>
      </w:r>
      <w:r w:rsidRPr="002F7237">
        <w:rPr>
          <w:bCs/>
        </w:rPr>
        <w:t>Математика, Прикладна математика, Інформатика, Програмна інженерія;</w:t>
      </w:r>
      <w:r>
        <w:rPr>
          <w:bCs/>
        </w:rPr>
        <w:t xml:space="preserve"> </w:t>
      </w:r>
      <w:r w:rsidRPr="002F7237">
        <w:rPr>
          <w:bCs/>
        </w:rPr>
        <w:t>Соціальна педагогіка, Психологія, Театральне мистецтво;</w:t>
      </w:r>
      <w:r>
        <w:rPr>
          <w:bCs/>
        </w:rPr>
        <w:t xml:space="preserve"> </w:t>
      </w:r>
      <w:r w:rsidRPr="002F7237">
        <w:rPr>
          <w:bCs/>
        </w:rPr>
        <w:t>Соціологія, Соціальна робота, Політологія, Філософія;</w:t>
      </w:r>
      <w:r>
        <w:rPr>
          <w:bCs/>
        </w:rPr>
        <w:t xml:space="preserve"> </w:t>
      </w:r>
      <w:r w:rsidRPr="002F7237">
        <w:rPr>
          <w:bCs/>
        </w:rPr>
        <w:t>Фізика, Прикладна фізика;</w:t>
      </w:r>
      <w:r>
        <w:rPr>
          <w:bCs/>
        </w:rPr>
        <w:t xml:space="preserve"> </w:t>
      </w:r>
      <w:r w:rsidRPr="002F7237">
        <w:rPr>
          <w:bCs/>
        </w:rPr>
        <w:t>Історія, Країнознавство;</w:t>
      </w:r>
      <w:r>
        <w:rPr>
          <w:bCs/>
        </w:rPr>
        <w:t xml:space="preserve"> </w:t>
      </w:r>
      <w:r w:rsidRPr="002F7237">
        <w:rPr>
          <w:bCs/>
        </w:rPr>
        <w:t>Правознавство;</w:t>
      </w:r>
      <w:r>
        <w:rPr>
          <w:bCs/>
        </w:rPr>
        <w:t xml:space="preserve"> </w:t>
      </w:r>
      <w:r w:rsidRPr="002F7237">
        <w:rPr>
          <w:bCs/>
        </w:rPr>
        <w:t>Менеджмент</w:t>
      </w:r>
    </w:p>
    <w:p w:rsidR="006F4207" w:rsidRDefault="006F4207" w:rsidP="002D541F">
      <w:pPr>
        <w:rPr>
          <w:sz w:val="28"/>
          <w:szCs w:val="28"/>
        </w:rPr>
      </w:pPr>
    </w:p>
    <w:p w:rsidR="006F4207" w:rsidRDefault="006F4207" w:rsidP="002D541F">
      <w:pPr>
        <w:rPr>
          <w:b/>
          <w:bCs/>
        </w:rPr>
      </w:pPr>
    </w:p>
    <w:p w:rsidR="006F4207" w:rsidRPr="002B2A6C" w:rsidRDefault="006F4207" w:rsidP="002D541F">
      <w:r>
        <w:rPr>
          <w:b/>
          <w:bCs/>
        </w:rPr>
        <w:t>Укладачі</w:t>
      </w:r>
      <w:r>
        <w:rPr>
          <w:b/>
          <w:bCs/>
          <w:lang w:val="ru-RU"/>
        </w:rPr>
        <w:t>:</w:t>
      </w:r>
      <w:r w:rsidRPr="002B2A6C">
        <w:t xml:space="preserve"> </w:t>
      </w:r>
      <w:r>
        <w:t>ст. викладач Горбуля В.О., викладач Горбуля О.В.</w:t>
      </w:r>
    </w:p>
    <w:p w:rsidR="006F4207" w:rsidRPr="002B2A6C" w:rsidRDefault="006F4207" w:rsidP="002D541F"/>
    <w:tbl>
      <w:tblPr>
        <w:tblW w:w="0" w:type="auto"/>
        <w:tblLook w:val="01E0"/>
      </w:tblPr>
      <w:tblGrid>
        <w:gridCol w:w="4826"/>
        <w:gridCol w:w="4745"/>
      </w:tblGrid>
      <w:tr w:rsidR="006F4207" w:rsidRPr="002B2A6C" w:rsidTr="0073126F">
        <w:tc>
          <w:tcPr>
            <w:tcW w:w="4826" w:type="dxa"/>
          </w:tcPr>
          <w:p w:rsidR="006F4207" w:rsidRPr="002B2A6C" w:rsidRDefault="006F4207" w:rsidP="0073126F">
            <w:pPr>
              <w:widowControl w:val="0"/>
            </w:pPr>
            <w:r w:rsidRPr="002B2A6C">
              <w:t>Обговорено та ухвалено</w:t>
            </w:r>
          </w:p>
          <w:p w:rsidR="006F4207" w:rsidRDefault="006F4207" w:rsidP="0073126F">
            <w:pPr>
              <w:widowControl w:val="0"/>
            </w:pPr>
            <w:r w:rsidRPr="002B2A6C">
              <w:t>на засіданні кафедри</w:t>
            </w:r>
            <w:r>
              <w:t xml:space="preserve"> фізичного виховання</w:t>
            </w:r>
          </w:p>
          <w:p w:rsidR="006F4207" w:rsidRPr="002B2A6C" w:rsidRDefault="006F4207" w:rsidP="0073126F">
            <w:pPr>
              <w:widowControl w:val="0"/>
            </w:pPr>
            <w:r>
              <w:t>______________________________________</w:t>
            </w:r>
          </w:p>
          <w:p w:rsidR="006F4207" w:rsidRPr="00147560" w:rsidRDefault="006F4207" w:rsidP="0073126F">
            <w:pPr>
              <w:widowControl w:val="0"/>
            </w:pPr>
            <w:r>
              <w:t xml:space="preserve">Протокол № </w:t>
            </w:r>
            <w:r w:rsidRPr="00DD085D">
              <w:rPr>
                <w:u w:val="single"/>
              </w:rPr>
              <w:t>1</w:t>
            </w:r>
            <w:r>
              <w:t xml:space="preserve"> від  “</w:t>
            </w:r>
            <w:smartTag w:uri="urn:schemas-microsoft-com:office:smarttags" w:element="metricconverter">
              <w:smartTagPr>
                <w:attr w:name="ProductID" w:val="31”"/>
              </w:smartTagPr>
              <w:r w:rsidRPr="00DD085D">
                <w:rPr>
                  <w:u w:val="single"/>
                  <w:lang w:val="ru-RU"/>
                </w:rPr>
                <w:t>31</w:t>
              </w:r>
              <w:r w:rsidRPr="00147560">
                <w:t>”</w:t>
              </w:r>
            </w:smartTag>
            <w:r w:rsidRPr="00147560">
              <w:t xml:space="preserve"> </w:t>
            </w:r>
            <w:r w:rsidRPr="00DD085D">
              <w:rPr>
                <w:u w:val="single"/>
              </w:rPr>
              <w:t>серпня</w:t>
            </w:r>
            <w:r w:rsidRPr="00147560">
              <w:t xml:space="preserve"> 201</w:t>
            </w:r>
            <w:r>
              <w:t>7</w:t>
            </w:r>
            <w:r w:rsidRPr="00147560">
              <w:t xml:space="preserve"> р.</w:t>
            </w:r>
          </w:p>
          <w:p w:rsidR="006F4207" w:rsidRPr="00147560" w:rsidRDefault="006F4207" w:rsidP="0073126F">
            <w:pPr>
              <w:widowControl w:val="0"/>
            </w:pPr>
            <w:r w:rsidRPr="007674F2">
              <w:t>В.о.з</w:t>
            </w:r>
            <w:r w:rsidRPr="00147560">
              <w:t>авідувач</w:t>
            </w:r>
            <w:r>
              <w:t>а кафедри фізичного виховання</w:t>
            </w:r>
          </w:p>
          <w:p w:rsidR="006F4207" w:rsidRDefault="006F4207" w:rsidP="0073126F">
            <w:pPr>
              <w:widowControl w:val="0"/>
            </w:pPr>
          </w:p>
          <w:p w:rsidR="006F4207" w:rsidRPr="007674F2" w:rsidRDefault="006F4207" w:rsidP="0073126F">
            <w:pPr>
              <w:widowControl w:val="0"/>
            </w:pPr>
            <w:r>
              <w:t xml:space="preserve">___________________   </w:t>
            </w:r>
            <w:r w:rsidRPr="00DD085D">
              <w:rPr>
                <w:u w:val="single"/>
              </w:rPr>
              <w:t>В.О. Горбуля</w:t>
            </w:r>
          </w:p>
        </w:tc>
        <w:tc>
          <w:tcPr>
            <w:tcW w:w="4745" w:type="dxa"/>
          </w:tcPr>
          <w:p w:rsidR="006F4207" w:rsidRPr="002B2A6C" w:rsidRDefault="006F4207" w:rsidP="0073126F">
            <w:pPr>
              <w:widowControl w:val="0"/>
              <w:ind w:left="35"/>
            </w:pPr>
            <w:r w:rsidRPr="002B2A6C">
              <w:t xml:space="preserve">Ухвалено науково-методичною радою </w:t>
            </w:r>
          </w:p>
          <w:p w:rsidR="006F4207" w:rsidRPr="00D557DA" w:rsidRDefault="006F4207" w:rsidP="0073126F">
            <w:pPr>
              <w:widowControl w:val="0"/>
              <w:rPr>
                <w:u w:val="single"/>
              </w:rPr>
            </w:pPr>
            <w:r w:rsidRPr="00B90C23">
              <w:t xml:space="preserve">факультету </w:t>
            </w:r>
            <w:r w:rsidRPr="00147560">
              <w:t>фізичного виховання</w:t>
            </w:r>
          </w:p>
          <w:p w:rsidR="006F4207" w:rsidRPr="002B2A6C" w:rsidRDefault="006F4207" w:rsidP="0073126F">
            <w:pPr>
              <w:widowControl w:val="0"/>
            </w:pPr>
            <w:r w:rsidRPr="002B2A6C">
              <w:t xml:space="preserve"> </w:t>
            </w:r>
          </w:p>
          <w:p w:rsidR="006F4207" w:rsidRPr="002B2A6C" w:rsidRDefault="006F4207" w:rsidP="0073126F">
            <w:pPr>
              <w:widowControl w:val="0"/>
            </w:pPr>
            <w:r>
              <w:t xml:space="preserve">Протокол № 1 </w:t>
            </w:r>
            <w:r w:rsidRPr="002B2A6C">
              <w:t xml:space="preserve">від </w:t>
            </w:r>
            <w:r>
              <w:t xml:space="preserve"> “___”_______2017</w:t>
            </w:r>
            <w:r w:rsidRPr="002B2A6C">
              <w:t xml:space="preserve"> р.</w:t>
            </w:r>
          </w:p>
          <w:p w:rsidR="006F4207" w:rsidRPr="002B2A6C" w:rsidRDefault="006F4207" w:rsidP="0073126F">
            <w:pPr>
              <w:widowControl w:val="0"/>
            </w:pPr>
            <w:r w:rsidRPr="002B2A6C">
              <w:t xml:space="preserve">Голова науково-методичної ради факультету </w:t>
            </w:r>
            <w:r>
              <w:t>фізичного виховання</w:t>
            </w:r>
          </w:p>
          <w:p w:rsidR="006F4207" w:rsidRPr="00DD085D" w:rsidRDefault="006F4207" w:rsidP="0073126F">
            <w:pPr>
              <w:widowControl w:val="0"/>
              <w:jc w:val="center"/>
              <w:rPr>
                <w:u w:val="single"/>
              </w:rPr>
            </w:pPr>
            <w:r>
              <w:t xml:space="preserve">_____________________  </w:t>
            </w:r>
            <w:r w:rsidRPr="00DD085D">
              <w:rPr>
                <w:u w:val="single"/>
              </w:rPr>
              <w:t>В.О.Голець</w:t>
            </w:r>
          </w:p>
          <w:p w:rsidR="006F4207" w:rsidRPr="002B2A6C" w:rsidRDefault="006F4207" w:rsidP="0073126F">
            <w:pPr>
              <w:widowControl w:val="0"/>
            </w:pPr>
            <w:r>
              <w:t xml:space="preserve">                      </w:t>
            </w:r>
            <w:r w:rsidRPr="00DD085D">
              <w:rPr>
                <w:vertAlign w:val="superscript"/>
              </w:rPr>
              <w:t>(</w:t>
            </w:r>
            <w:r w:rsidRPr="00D557DA">
              <w:rPr>
                <w:vertAlign w:val="superscript"/>
              </w:rPr>
              <w:t>підпис</w:t>
            </w:r>
            <w:r w:rsidRPr="00DD085D">
              <w:rPr>
                <w:vertAlign w:val="superscript"/>
              </w:rPr>
              <w:t>)</w:t>
            </w:r>
            <w:r>
              <w:t xml:space="preserve">                   </w:t>
            </w:r>
            <w:r w:rsidRPr="00D557DA">
              <w:rPr>
                <w:sz w:val="22"/>
                <w:szCs w:val="22"/>
                <w:vertAlign w:val="superscript"/>
              </w:rPr>
              <w:t>(ініціали, прізвище )</w:t>
            </w:r>
          </w:p>
        </w:tc>
      </w:tr>
    </w:tbl>
    <w:p w:rsidR="006F4207" w:rsidRDefault="006F4207" w:rsidP="002D541F">
      <w:pPr>
        <w:rPr>
          <w:sz w:val="28"/>
          <w:szCs w:val="28"/>
        </w:rPr>
      </w:pPr>
    </w:p>
    <w:p w:rsidR="006F4207" w:rsidRPr="007674F2" w:rsidRDefault="006F4207" w:rsidP="002D541F">
      <w:pPr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Pr="000B458B">
        <w:rPr>
          <w:sz w:val="28"/>
          <w:szCs w:val="28"/>
        </w:rPr>
        <w:t xml:space="preserve"> рік</w:t>
      </w:r>
    </w:p>
    <w:p w:rsidR="006F4207" w:rsidRDefault="006F4207" w:rsidP="00650E57">
      <w:pPr>
        <w:pStyle w:val="BodyTextIndent"/>
        <w:jc w:val="center"/>
        <w:rPr>
          <w:b/>
          <w:bCs/>
          <w:sz w:val="28"/>
          <w:szCs w:val="28"/>
          <w:lang w:val="uk-UA"/>
        </w:rPr>
      </w:pPr>
      <w:r w:rsidRPr="00167F4A">
        <w:rPr>
          <w:b/>
          <w:bCs/>
          <w:caps/>
          <w:sz w:val="28"/>
          <w:szCs w:val="28"/>
          <w:lang w:val="uk-UA"/>
        </w:rPr>
        <w:t xml:space="preserve">1. </w:t>
      </w:r>
      <w:r w:rsidRPr="00167F4A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6F4207" w:rsidRDefault="006F4207" w:rsidP="00650E57">
      <w:pPr>
        <w:pStyle w:val="BodyTextIndent"/>
        <w:jc w:val="center"/>
        <w:rPr>
          <w:b/>
          <w:bCs/>
          <w:sz w:val="28"/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3420"/>
      </w:tblGrid>
      <w:tr w:rsidR="006F4207" w:rsidRPr="00167F4A" w:rsidTr="00A5365C">
        <w:trPr>
          <w:trHeight w:val="579"/>
        </w:trPr>
        <w:tc>
          <w:tcPr>
            <w:tcW w:w="2896" w:type="dxa"/>
            <w:vMerge w:val="restart"/>
            <w:vAlign w:val="center"/>
          </w:tcPr>
          <w:p w:rsidR="006F4207" w:rsidRPr="00167F4A" w:rsidRDefault="006F4207" w:rsidP="00A5365C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6F4207" w:rsidRPr="00167F4A" w:rsidRDefault="006F4207" w:rsidP="00A5365C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Галузь знань, </w:t>
            </w:r>
          </w:p>
          <w:p w:rsidR="006F4207" w:rsidRPr="00167F4A" w:rsidRDefault="006F4207" w:rsidP="00A5365C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спеціальність, освітня програма, рівень вищої освіти,  </w:t>
            </w:r>
          </w:p>
        </w:tc>
        <w:tc>
          <w:tcPr>
            <w:tcW w:w="3420" w:type="dxa"/>
            <w:vAlign w:val="center"/>
          </w:tcPr>
          <w:p w:rsidR="006F4207" w:rsidRPr="00167F4A" w:rsidRDefault="006F4207" w:rsidP="00A5365C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6F4207" w:rsidRPr="00167F4A" w:rsidTr="00A5365C">
        <w:trPr>
          <w:trHeight w:val="549"/>
        </w:trPr>
        <w:tc>
          <w:tcPr>
            <w:tcW w:w="2896" w:type="dxa"/>
            <w:vMerge/>
            <w:vAlign w:val="center"/>
          </w:tcPr>
          <w:p w:rsidR="006F4207" w:rsidRPr="00167F4A" w:rsidRDefault="006F4207" w:rsidP="00A5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2" w:type="dxa"/>
            <w:vMerge/>
            <w:vAlign w:val="center"/>
          </w:tcPr>
          <w:p w:rsidR="006F4207" w:rsidRPr="00167F4A" w:rsidRDefault="006F4207" w:rsidP="00A5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F4207" w:rsidRPr="00167F4A" w:rsidRDefault="006F4207" w:rsidP="00A5365C">
            <w:pPr>
              <w:jc w:val="center"/>
              <w:rPr>
                <w:b/>
                <w:sz w:val="20"/>
                <w:szCs w:val="20"/>
              </w:rPr>
            </w:pPr>
            <w:r w:rsidRPr="00167F4A">
              <w:rPr>
                <w:b/>
                <w:sz w:val="20"/>
                <w:szCs w:val="20"/>
              </w:rPr>
              <w:t>денна форма навчання</w:t>
            </w:r>
          </w:p>
        </w:tc>
      </w:tr>
      <w:tr w:rsidR="006F4207" w:rsidRPr="00167F4A" w:rsidTr="00A5365C">
        <w:trPr>
          <w:trHeight w:val="860"/>
        </w:trPr>
        <w:tc>
          <w:tcPr>
            <w:tcW w:w="2896" w:type="dxa"/>
            <w:vAlign w:val="center"/>
          </w:tcPr>
          <w:p w:rsidR="006F4207" w:rsidRPr="00167F4A" w:rsidRDefault="006F4207" w:rsidP="00A5365C">
            <w:pPr>
              <w:spacing w:before="60" w:after="60"/>
            </w:pPr>
            <w:r w:rsidRPr="00167F4A">
              <w:t>Кількість кредитів -</w:t>
            </w:r>
            <w:r>
              <w:t xml:space="preserve"> 3</w:t>
            </w:r>
          </w:p>
        </w:tc>
        <w:tc>
          <w:tcPr>
            <w:tcW w:w="3262" w:type="dxa"/>
          </w:tcPr>
          <w:p w:rsidR="006F4207" w:rsidRPr="00167F4A" w:rsidRDefault="006F4207" w:rsidP="00A5365C">
            <w:pPr>
              <w:jc w:val="center"/>
            </w:pPr>
            <w:r w:rsidRPr="00167F4A">
              <w:t>Галузь знань</w:t>
            </w:r>
          </w:p>
          <w:p w:rsidR="006F4207" w:rsidRPr="00167F4A" w:rsidRDefault="006F4207" w:rsidP="00A5365C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>_______________________</w:t>
            </w:r>
          </w:p>
          <w:p w:rsidR="006F4207" w:rsidRPr="00167F4A" w:rsidRDefault="006F4207" w:rsidP="00A5365C">
            <w:pPr>
              <w:jc w:val="center"/>
              <w:rPr>
                <w:sz w:val="16"/>
                <w:szCs w:val="16"/>
              </w:rPr>
            </w:pPr>
            <w:r w:rsidRPr="00167F4A">
              <w:rPr>
                <w:sz w:val="16"/>
                <w:szCs w:val="16"/>
              </w:rPr>
              <w:t>(шифр і назва)</w:t>
            </w:r>
          </w:p>
        </w:tc>
        <w:tc>
          <w:tcPr>
            <w:tcW w:w="3420" w:type="dxa"/>
            <w:vAlign w:val="center"/>
          </w:tcPr>
          <w:p w:rsidR="006F4207" w:rsidRPr="00167F4A" w:rsidRDefault="006F4207" w:rsidP="00A5365C">
            <w:pPr>
              <w:jc w:val="center"/>
            </w:pPr>
            <w:r w:rsidRPr="00167F4A">
              <w:t>вибіркова</w:t>
            </w:r>
          </w:p>
          <w:p w:rsidR="006F4207" w:rsidRPr="00167F4A" w:rsidRDefault="006F4207" w:rsidP="00A5365C">
            <w:pPr>
              <w:jc w:val="center"/>
              <w:rPr>
                <w:i/>
              </w:rPr>
            </w:pPr>
          </w:p>
        </w:tc>
      </w:tr>
      <w:tr w:rsidR="006F4207" w:rsidRPr="00E97F3A" w:rsidTr="00A5365C">
        <w:trPr>
          <w:trHeight w:val="631"/>
        </w:trPr>
        <w:tc>
          <w:tcPr>
            <w:tcW w:w="2896" w:type="dxa"/>
            <w:vMerge w:val="restart"/>
            <w:vAlign w:val="center"/>
          </w:tcPr>
          <w:p w:rsidR="006F4207" w:rsidRPr="0050271C" w:rsidRDefault="006F4207" w:rsidP="00A5365C">
            <w:pPr>
              <w:spacing w:before="60" w:after="60"/>
              <w:rPr>
                <w:lang w:val="en-US"/>
              </w:rPr>
            </w:pPr>
            <w:r w:rsidRPr="00E97F3A">
              <w:t>Загальна кількість годин</w:t>
            </w:r>
            <w:r>
              <w:t xml:space="preserve"> </w:t>
            </w:r>
            <w:r w:rsidRPr="00E97F3A">
              <w:t>-</w:t>
            </w:r>
            <w:r>
              <w:t xml:space="preserve"> 90</w:t>
            </w:r>
          </w:p>
        </w:tc>
        <w:tc>
          <w:tcPr>
            <w:tcW w:w="3262" w:type="dxa"/>
            <w:vMerge w:val="restart"/>
            <w:vAlign w:val="center"/>
          </w:tcPr>
          <w:p w:rsidR="006F4207" w:rsidRPr="00E01847" w:rsidRDefault="006F4207" w:rsidP="00A5365C">
            <w:pPr>
              <w:jc w:val="center"/>
              <w:rPr>
                <w:sz w:val="20"/>
                <w:szCs w:val="20"/>
              </w:rPr>
            </w:pPr>
            <w:r w:rsidRPr="005B1232">
              <w:t xml:space="preserve">Спеціальність </w:t>
            </w:r>
            <w:r w:rsidRPr="00E01847">
              <w:rPr>
                <w:sz w:val="20"/>
                <w:szCs w:val="20"/>
              </w:rPr>
              <w:t>________</w:t>
            </w:r>
            <w:r>
              <w:rPr>
                <w:sz w:val="20"/>
                <w:szCs w:val="20"/>
              </w:rPr>
              <w:t>_________</w:t>
            </w:r>
            <w:r w:rsidRPr="00E01847">
              <w:rPr>
                <w:sz w:val="20"/>
                <w:szCs w:val="20"/>
              </w:rPr>
              <w:t>_______</w:t>
            </w:r>
          </w:p>
          <w:p w:rsidR="006F4207" w:rsidRDefault="006F4207" w:rsidP="00A5365C">
            <w:pPr>
              <w:jc w:val="center"/>
              <w:rPr>
                <w:sz w:val="16"/>
                <w:szCs w:val="16"/>
              </w:rPr>
            </w:pPr>
            <w:r w:rsidRPr="005A3570">
              <w:rPr>
                <w:sz w:val="16"/>
                <w:szCs w:val="16"/>
              </w:rPr>
              <w:t>(шифр і назва)</w:t>
            </w:r>
          </w:p>
          <w:p w:rsidR="006F4207" w:rsidRPr="00DD7FA0" w:rsidRDefault="006F4207" w:rsidP="00A5365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420" w:type="dxa"/>
            <w:vAlign w:val="center"/>
          </w:tcPr>
          <w:p w:rsidR="006F4207" w:rsidRPr="00E97F3A" w:rsidRDefault="006F4207" w:rsidP="00A5365C">
            <w:pPr>
              <w:jc w:val="center"/>
              <w:rPr>
                <w:b/>
              </w:rPr>
            </w:pPr>
            <w:r w:rsidRPr="00E97F3A">
              <w:rPr>
                <w:b/>
              </w:rPr>
              <w:t>Рік підготовки:</w:t>
            </w:r>
          </w:p>
        </w:tc>
      </w:tr>
      <w:tr w:rsidR="006F4207" w:rsidRPr="00E97F3A" w:rsidTr="00A5365C">
        <w:trPr>
          <w:trHeight w:val="396"/>
        </w:trPr>
        <w:tc>
          <w:tcPr>
            <w:tcW w:w="2896" w:type="dxa"/>
            <w:vMerge/>
            <w:vAlign w:val="center"/>
          </w:tcPr>
          <w:p w:rsidR="006F4207" w:rsidRPr="005E53B3" w:rsidRDefault="006F4207" w:rsidP="00A5365C">
            <w:pPr>
              <w:spacing w:before="60" w:after="60"/>
              <w:rPr>
                <w:color w:val="FF0000"/>
              </w:rPr>
            </w:pPr>
          </w:p>
        </w:tc>
        <w:tc>
          <w:tcPr>
            <w:tcW w:w="3262" w:type="dxa"/>
            <w:vMerge/>
            <w:vAlign w:val="center"/>
          </w:tcPr>
          <w:p w:rsidR="006F4207" w:rsidRPr="00E01847" w:rsidRDefault="006F4207" w:rsidP="00A5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6F4207" w:rsidRPr="00E97F3A" w:rsidRDefault="006F4207" w:rsidP="00A5365C">
            <w:pPr>
              <w:jc w:val="center"/>
            </w:pPr>
            <w:r>
              <w:t>1</w:t>
            </w:r>
            <w:r w:rsidRPr="00E97F3A">
              <w:t>-й</w:t>
            </w:r>
          </w:p>
          <w:p w:rsidR="006F4207" w:rsidRPr="00E97F3A" w:rsidRDefault="006F4207" w:rsidP="00393BE2"/>
        </w:tc>
      </w:tr>
      <w:tr w:rsidR="006F4207" w:rsidRPr="00E97F3A" w:rsidTr="00A5365C">
        <w:trPr>
          <w:trHeight w:val="480"/>
        </w:trPr>
        <w:tc>
          <w:tcPr>
            <w:tcW w:w="2896" w:type="dxa"/>
            <w:vMerge/>
            <w:vAlign w:val="center"/>
          </w:tcPr>
          <w:p w:rsidR="006F4207" w:rsidRPr="005E53B3" w:rsidRDefault="006F4207" w:rsidP="00A5365C">
            <w:pPr>
              <w:spacing w:before="60" w:after="60"/>
              <w:rPr>
                <w:color w:val="FF0000"/>
              </w:rPr>
            </w:pPr>
          </w:p>
        </w:tc>
        <w:tc>
          <w:tcPr>
            <w:tcW w:w="3262" w:type="dxa"/>
            <w:vAlign w:val="center"/>
          </w:tcPr>
          <w:p w:rsidR="006F4207" w:rsidRPr="00DD7FA0" w:rsidRDefault="006F4207" w:rsidP="00144716">
            <w:pPr>
              <w:jc w:val="center"/>
            </w:pPr>
            <w:r w:rsidRPr="00DD7FA0">
              <w:t xml:space="preserve">Освітня програма </w:t>
            </w:r>
          </w:p>
          <w:p w:rsidR="006F4207" w:rsidRDefault="006F4207" w:rsidP="0014471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  <w:p w:rsidR="006F4207" w:rsidRPr="00E01847" w:rsidRDefault="006F4207" w:rsidP="00144716">
            <w:pPr>
              <w:jc w:val="center"/>
              <w:rPr>
                <w:sz w:val="20"/>
                <w:szCs w:val="20"/>
              </w:rPr>
            </w:pPr>
            <w:r w:rsidRPr="00DD7FA0">
              <w:rPr>
                <w:sz w:val="20"/>
                <w:szCs w:val="20"/>
                <w:vertAlign w:val="superscript"/>
              </w:rPr>
              <w:t>(назва)</w:t>
            </w:r>
          </w:p>
        </w:tc>
        <w:tc>
          <w:tcPr>
            <w:tcW w:w="3420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</w:tr>
      <w:tr w:rsidR="006F4207" w:rsidRPr="00E97F3A" w:rsidTr="00A5365C">
        <w:trPr>
          <w:trHeight w:val="320"/>
        </w:trPr>
        <w:tc>
          <w:tcPr>
            <w:tcW w:w="2896" w:type="dxa"/>
            <w:vMerge w:val="restart"/>
            <w:vAlign w:val="center"/>
          </w:tcPr>
          <w:p w:rsidR="006F4207" w:rsidRPr="00E97F3A" w:rsidRDefault="006F4207" w:rsidP="00A5365C">
            <w:r w:rsidRPr="00E97F3A">
              <w:t>Тижневих аудиторних годин для денної форми навчання:</w:t>
            </w:r>
            <w:r>
              <w:t xml:space="preserve"> </w:t>
            </w:r>
            <w:r w:rsidRPr="00E97F3A">
              <w:t xml:space="preserve">– </w:t>
            </w:r>
            <w:r>
              <w:t>2 години</w:t>
            </w:r>
          </w:p>
          <w:p w:rsidR="006F4207" w:rsidRPr="00E97F3A" w:rsidRDefault="006F4207" w:rsidP="00A5365C"/>
        </w:tc>
        <w:tc>
          <w:tcPr>
            <w:tcW w:w="3262" w:type="dxa"/>
            <w:vMerge w:val="restart"/>
            <w:vAlign w:val="center"/>
          </w:tcPr>
          <w:p w:rsidR="006F4207" w:rsidRPr="005B1232" w:rsidRDefault="006F4207" w:rsidP="00A5365C">
            <w:pPr>
              <w:jc w:val="center"/>
            </w:pPr>
            <w:r w:rsidRPr="005B1232">
              <w:t xml:space="preserve">Рівень вищої освіти: </w:t>
            </w:r>
            <w:r>
              <w:rPr>
                <w:b/>
              </w:rPr>
              <w:t xml:space="preserve">бакалаврський </w:t>
            </w:r>
          </w:p>
          <w:p w:rsidR="006F4207" w:rsidRPr="00E01847" w:rsidRDefault="006F4207" w:rsidP="00A536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</w:tr>
      <w:tr w:rsidR="006F4207" w:rsidRPr="00E97F3A" w:rsidTr="00A5365C">
        <w:trPr>
          <w:trHeight w:val="320"/>
        </w:trPr>
        <w:tc>
          <w:tcPr>
            <w:tcW w:w="2896" w:type="dxa"/>
            <w:vMerge/>
            <w:vAlign w:val="center"/>
          </w:tcPr>
          <w:p w:rsidR="006F4207" w:rsidRPr="00E97F3A" w:rsidRDefault="006F4207" w:rsidP="00A5365C"/>
        </w:tc>
        <w:tc>
          <w:tcPr>
            <w:tcW w:w="3262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6F4207" w:rsidRPr="00E97F3A" w:rsidRDefault="006F4207" w:rsidP="00144716">
            <w:pPr>
              <w:jc w:val="center"/>
              <w:rPr>
                <w:b/>
              </w:rPr>
            </w:pPr>
            <w:r w:rsidRPr="00E97F3A">
              <w:rPr>
                <w:b/>
              </w:rPr>
              <w:t>Практичні</w:t>
            </w:r>
          </w:p>
        </w:tc>
      </w:tr>
      <w:tr w:rsidR="006F4207" w:rsidRPr="00E97F3A" w:rsidTr="00A5365C">
        <w:trPr>
          <w:trHeight w:val="320"/>
        </w:trPr>
        <w:tc>
          <w:tcPr>
            <w:tcW w:w="2896" w:type="dxa"/>
            <w:vMerge/>
            <w:vAlign w:val="center"/>
          </w:tcPr>
          <w:p w:rsidR="006F4207" w:rsidRPr="00E97F3A" w:rsidRDefault="006F4207" w:rsidP="00A5365C"/>
        </w:tc>
        <w:tc>
          <w:tcPr>
            <w:tcW w:w="3262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6F4207" w:rsidRPr="00144716" w:rsidRDefault="006F4207" w:rsidP="00144716">
            <w:pPr>
              <w:jc w:val="center"/>
            </w:pPr>
            <w:r>
              <w:t xml:space="preserve">30 </w:t>
            </w:r>
            <w:r w:rsidRPr="00E97F3A">
              <w:t>год</w:t>
            </w:r>
            <w:r>
              <w:t>ин</w:t>
            </w:r>
          </w:p>
        </w:tc>
      </w:tr>
      <w:tr w:rsidR="006F4207" w:rsidRPr="00E97F3A" w:rsidTr="00A5365C">
        <w:trPr>
          <w:trHeight w:val="138"/>
        </w:trPr>
        <w:tc>
          <w:tcPr>
            <w:tcW w:w="2896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6F4207" w:rsidRPr="00E97F3A" w:rsidRDefault="006F4207" w:rsidP="00A5365C">
            <w:pPr>
              <w:jc w:val="center"/>
              <w:rPr>
                <w:b/>
              </w:rPr>
            </w:pPr>
            <w:r w:rsidRPr="00E97F3A">
              <w:rPr>
                <w:b/>
              </w:rPr>
              <w:t>Самостійна робота</w:t>
            </w:r>
          </w:p>
        </w:tc>
      </w:tr>
      <w:tr w:rsidR="006F4207" w:rsidRPr="00E97F3A" w:rsidTr="00A5365C">
        <w:trPr>
          <w:trHeight w:val="138"/>
        </w:trPr>
        <w:tc>
          <w:tcPr>
            <w:tcW w:w="2896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6F4207" w:rsidRPr="00144716" w:rsidRDefault="006F4207" w:rsidP="00144716">
            <w:pPr>
              <w:jc w:val="center"/>
              <w:rPr>
                <w:i/>
              </w:rPr>
            </w:pPr>
            <w:r>
              <w:t xml:space="preserve">60 </w:t>
            </w:r>
            <w:r w:rsidRPr="00E97F3A">
              <w:t>год</w:t>
            </w:r>
            <w:r>
              <w:t>ин</w:t>
            </w:r>
          </w:p>
        </w:tc>
      </w:tr>
      <w:tr w:rsidR="006F4207" w:rsidRPr="00E97F3A" w:rsidTr="00A5365C">
        <w:trPr>
          <w:trHeight w:val="138"/>
        </w:trPr>
        <w:tc>
          <w:tcPr>
            <w:tcW w:w="2896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6F4207" w:rsidRPr="00E97F3A" w:rsidRDefault="006F4207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6F4207" w:rsidRDefault="006F4207" w:rsidP="00A5365C">
            <w:pPr>
              <w:jc w:val="center"/>
            </w:pPr>
            <w:r w:rsidRPr="00466187">
              <w:rPr>
                <w:b/>
              </w:rPr>
              <w:t>Вид контролю</w:t>
            </w:r>
            <w:r w:rsidRPr="00E97F3A">
              <w:t xml:space="preserve">: </w:t>
            </w:r>
          </w:p>
          <w:p w:rsidR="006F4207" w:rsidRPr="00E97F3A" w:rsidRDefault="006F4207" w:rsidP="00144716">
            <w:pPr>
              <w:jc w:val="center"/>
              <w:rPr>
                <w:i/>
              </w:rPr>
            </w:pPr>
            <w:r>
              <w:t>залік</w:t>
            </w:r>
          </w:p>
        </w:tc>
      </w:tr>
    </w:tbl>
    <w:p w:rsidR="006F4207" w:rsidRDefault="006F4207" w:rsidP="00650E57">
      <w:pPr>
        <w:ind w:firstLine="600"/>
        <w:jc w:val="both"/>
        <w:rPr>
          <w:b/>
          <w:bCs/>
          <w:sz w:val="28"/>
          <w:szCs w:val="28"/>
        </w:rPr>
      </w:pPr>
    </w:p>
    <w:p w:rsidR="006F4207" w:rsidRPr="00D93A3E" w:rsidRDefault="006F4207" w:rsidP="00650E57">
      <w:pPr>
        <w:ind w:firstLine="600"/>
        <w:jc w:val="both"/>
      </w:pPr>
    </w:p>
    <w:p w:rsidR="006F4207" w:rsidRPr="003258C2" w:rsidRDefault="006F4207" w:rsidP="00A620BD">
      <w:pPr>
        <w:pStyle w:val="Heading3"/>
        <w:ind w:firstLine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2</w:t>
      </w:r>
      <w:r w:rsidRPr="003258C2">
        <w:rPr>
          <w:rFonts w:ascii="Times New Roman" w:hAnsi="Times New Roman" w:cs="Times New Roman"/>
          <w:b/>
          <w:i w:val="0"/>
          <w:sz w:val="28"/>
          <w:szCs w:val="28"/>
        </w:rPr>
        <w:t>. Мета та завдання навчальної дисципліни</w:t>
      </w:r>
    </w:p>
    <w:p w:rsidR="006F4207" w:rsidRPr="003258C2" w:rsidRDefault="006F4207" w:rsidP="00650E57">
      <w:pPr>
        <w:rPr>
          <w:sz w:val="28"/>
          <w:szCs w:val="28"/>
        </w:rPr>
      </w:pPr>
    </w:p>
    <w:p w:rsidR="006F4207" w:rsidRPr="002E260E" w:rsidRDefault="006F4207" w:rsidP="00144716">
      <w:pPr>
        <w:pStyle w:val="BodyTextIndent"/>
        <w:ind w:firstLine="540"/>
        <w:rPr>
          <w:sz w:val="28"/>
          <w:szCs w:val="28"/>
          <w:lang w:val="uk-UA"/>
        </w:rPr>
      </w:pPr>
      <w:r w:rsidRPr="00AD27CC">
        <w:rPr>
          <w:b/>
          <w:sz w:val="28"/>
          <w:szCs w:val="28"/>
          <w:lang w:val="uk-UA"/>
        </w:rPr>
        <w:t>Метою</w:t>
      </w:r>
      <w:r w:rsidRPr="003258C2">
        <w:rPr>
          <w:sz w:val="28"/>
          <w:szCs w:val="28"/>
          <w:lang w:val="uk-UA"/>
        </w:rPr>
        <w:t xml:space="preserve"> викладання нав</w:t>
      </w:r>
      <w:r>
        <w:rPr>
          <w:sz w:val="28"/>
          <w:szCs w:val="28"/>
          <w:lang w:val="uk-UA"/>
        </w:rPr>
        <w:t>чальної дисципліни «Навчально-спортивна підготовка: баскетбол</w:t>
      </w:r>
      <w:r w:rsidRPr="00656C6B">
        <w:rPr>
          <w:sz w:val="28"/>
          <w:szCs w:val="28"/>
          <w:lang w:val="uk-UA"/>
        </w:rPr>
        <w:t>» є</w:t>
      </w:r>
      <w:r w:rsidRPr="00656C6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оволодіння технікою і тактикою, розвиток рухових якостей, забезпечення рухової активності студентів, підвищення працездатності організму, засвоєння знань з теорії і практики суддівства.</w:t>
      </w:r>
    </w:p>
    <w:p w:rsidR="006F4207" w:rsidRDefault="006F4207" w:rsidP="00D55477">
      <w:pPr>
        <w:pStyle w:val="BodyTextIndent"/>
        <w:ind w:firstLine="540"/>
        <w:rPr>
          <w:sz w:val="28"/>
          <w:szCs w:val="28"/>
          <w:lang w:val="uk-UA"/>
        </w:rPr>
      </w:pPr>
      <w:r w:rsidRPr="002E260E">
        <w:rPr>
          <w:sz w:val="28"/>
          <w:szCs w:val="28"/>
          <w:lang w:val="uk-UA"/>
        </w:rPr>
        <w:t xml:space="preserve">Основними </w:t>
      </w:r>
      <w:r w:rsidRPr="002E260E">
        <w:rPr>
          <w:b/>
          <w:sz w:val="28"/>
          <w:szCs w:val="28"/>
          <w:lang w:val="uk-UA"/>
        </w:rPr>
        <w:t>завданнями</w:t>
      </w:r>
      <w:r w:rsidRPr="002E260E">
        <w:rPr>
          <w:sz w:val="28"/>
          <w:szCs w:val="28"/>
          <w:lang w:val="uk-UA"/>
        </w:rPr>
        <w:t xml:space="preserve"> вивчення дисципліни</w:t>
      </w:r>
      <w:r>
        <w:rPr>
          <w:sz w:val="28"/>
          <w:szCs w:val="28"/>
          <w:lang w:val="uk-UA"/>
        </w:rPr>
        <w:t xml:space="preserve"> «Навчально-спортивна підготовка: баскетбол</w:t>
      </w:r>
      <w:r w:rsidRPr="00656C6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є:</w:t>
      </w:r>
    </w:p>
    <w:p w:rsidR="006F4207" w:rsidRDefault="006F4207" w:rsidP="00D55477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засвоєння теоретичних знань з історії розвитку баскетболу;</w:t>
      </w:r>
    </w:p>
    <w:p w:rsidR="006F4207" w:rsidRDefault="006F4207" w:rsidP="00D55477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оволодіння системою практичних умінь та навичок з технічної і тактичної підготовки;</w:t>
      </w:r>
    </w:p>
    <w:p w:rsidR="006F4207" w:rsidRPr="00683F45" w:rsidRDefault="006F4207" w:rsidP="00D55477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набуття фонду рухових умінь і навичок, забезпечення заг</w:t>
      </w:r>
      <w:r>
        <w:rPr>
          <w:sz w:val="28"/>
          <w:szCs w:val="28"/>
        </w:rPr>
        <w:t>альної фізичної підготовленості;</w:t>
      </w:r>
    </w:p>
    <w:p w:rsidR="006F4207" w:rsidRDefault="006F4207" w:rsidP="00D55477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зміцнення здоров</w:t>
      </w:r>
      <w:r w:rsidRPr="00683F45">
        <w:rPr>
          <w:sz w:val="28"/>
          <w:szCs w:val="28"/>
        </w:rPr>
        <w:t>’я, сприяння правильному формуванню і всебічному розвитку організму;</w:t>
      </w:r>
    </w:p>
    <w:p w:rsidR="006F4207" w:rsidRPr="00D55477" w:rsidRDefault="006F4207" w:rsidP="00D55477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оволодіння системою знань з теорії й практики суддівства.</w:t>
      </w:r>
    </w:p>
    <w:p w:rsidR="006F4207" w:rsidRPr="00D73543" w:rsidRDefault="006F4207" w:rsidP="00D55477">
      <w:pPr>
        <w:shd w:val="clear" w:color="auto" w:fill="FFFFFF"/>
        <w:ind w:firstLine="567"/>
        <w:jc w:val="both"/>
        <w:rPr>
          <w:sz w:val="28"/>
          <w:szCs w:val="28"/>
        </w:rPr>
      </w:pPr>
      <w:r w:rsidRPr="00D73543">
        <w:rPr>
          <w:sz w:val="28"/>
          <w:szCs w:val="28"/>
        </w:rPr>
        <w:t>Згідно з вимогами освітньої (освітньо-професійної, освітньо-наукової) програми студенти повинні дос</w:t>
      </w:r>
      <w:r>
        <w:rPr>
          <w:sz w:val="28"/>
          <w:szCs w:val="28"/>
        </w:rPr>
        <w:t>ягти таких результатів навчання.</w:t>
      </w:r>
    </w:p>
    <w:p w:rsidR="006F4207" w:rsidRDefault="006F4207" w:rsidP="00A97780">
      <w:pPr>
        <w:shd w:val="clear" w:color="auto" w:fill="FFFFFF"/>
        <w:ind w:firstLine="284"/>
        <w:jc w:val="both"/>
        <w:rPr>
          <w:b/>
          <w:sz w:val="28"/>
          <w:szCs w:val="28"/>
        </w:rPr>
      </w:pPr>
    </w:p>
    <w:p w:rsidR="006F4207" w:rsidRPr="00D73543" w:rsidRDefault="006F4207" w:rsidP="00A97780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D73543">
        <w:rPr>
          <w:b/>
          <w:sz w:val="28"/>
          <w:szCs w:val="28"/>
        </w:rPr>
        <w:t>знати:</w:t>
      </w:r>
    </w:p>
    <w:p w:rsidR="006F4207" w:rsidRDefault="006F4207" w:rsidP="00D55477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історію розвитку баскетболу;</w:t>
      </w:r>
    </w:p>
    <w:p w:rsidR="006F4207" w:rsidRPr="00683F45" w:rsidRDefault="006F4207" w:rsidP="00D55477">
      <w:pPr>
        <w:widowControl w:val="0"/>
        <w:numPr>
          <w:ilvl w:val="0"/>
          <w:numId w:val="6"/>
        </w:numPr>
        <w:shd w:val="clear" w:color="auto" w:fill="FFFFFF"/>
        <w:tabs>
          <w:tab w:val="left" w:pos="960"/>
          <w:tab w:val="num" w:pos="1004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перевірки й оцінки техніко-тактичних дій;</w:t>
      </w:r>
    </w:p>
    <w:p w:rsidR="006F4207" w:rsidRDefault="006F4207" w:rsidP="00D55477">
      <w:pPr>
        <w:widowControl w:val="0"/>
        <w:numPr>
          <w:ilvl w:val="0"/>
          <w:numId w:val="6"/>
        </w:numPr>
        <w:shd w:val="clear" w:color="auto" w:fill="FFFFFF"/>
        <w:tabs>
          <w:tab w:val="left" w:pos="960"/>
          <w:tab w:val="num" w:pos="1004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перевірки й</w:t>
      </w:r>
      <w:r w:rsidRPr="00683F45">
        <w:rPr>
          <w:sz w:val="28"/>
          <w:szCs w:val="28"/>
        </w:rPr>
        <w:t xml:space="preserve"> оцінки головних рухових якостей (витривалість, сила, швидкість, спритність, гнучкість);</w:t>
      </w:r>
    </w:p>
    <w:p w:rsidR="006F4207" w:rsidRDefault="006F4207" w:rsidP="00D55477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правила змагань з баскетболу;</w:t>
      </w:r>
    </w:p>
    <w:p w:rsidR="006F4207" w:rsidRDefault="006F4207" w:rsidP="00D55477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основи профілактики спортивного травматизму;</w:t>
      </w:r>
    </w:p>
    <w:p w:rsidR="006F4207" w:rsidRPr="00217CE5" w:rsidRDefault="006F4207" w:rsidP="00D55477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>вплив фізичного навантаження на організм людини;</w:t>
      </w:r>
    </w:p>
    <w:p w:rsidR="006F4207" w:rsidRPr="00683F45" w:rsidRDefault="006F4207" w:rsidP="00D55477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основи загальнооздоровчого тренування; </w:t>
      </w:r>
    </w:p>
    <w:p w:rsidR="006F4207" w:rsidRPr="00683F45" w:rsidRDefault="006F4207" w:rsidP="00D55477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основи методики самостійних занять; </w:t>
      </w:r>
    </w:p>
    <w:p w:rsidR="006F4207" w:rsidRPr="00683F45" w:rsidRDefault="006F4207" w:rsidP="00D55477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методи самоконтролю за станом свого організму у покої та під час фізичного навантаження;</w:t>
      </w:r>
    </w:p>
    <w:p w:rsidR="006F4207" w:rsidRDefault="006F4207" w:rsidP="00D55477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основи методики загартовування;</w:t>
      </w:r>
    </w:p>
    <w:p w:rsidR="006F4207" w:rsidRPr="00D21BC6" w:rsidRDefault="006F4207" w:rsidP="00D21BC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і методи відновлення й</w:t>
      </w:r>
      <w:r w:rsidRPr="00683F45">
        <w:rPr>
          <w:sz w:val="28"/>
          <w:szCs w:val="28"/>
        </w:rPr>
        <w:t xml:space="preserve"> підвищення фізич</w:t>
      </w:r>
      <w:r>
        <w:rPr>
          <w:sz w:val="28"/>
          <w:szCs w:val="28"/>
        </w:rPr>
        <w:t>ної й розумової працездатності</w:t>
      </w:r>
      <w:r w:rsidRPr="00D21BC6">
        <w:rPr>
          <w:sz w:val="28"/>
          <w:szCs w:val="28"/>
        </w:rPr>
        <w:t>.</w:t>
      </w:r>
    </w:p>
    <w:p w:rsidR="006F4207" w:rsidRPr="00683F45" w:rsidRDefault="006F4207" w:rsidP="00D55477">
      <w:pPr>
        <w:tabs>
          <w:tab w:val="num" w:pos="1004"/>
          <w:tab w:val="num" w:pos="1632"/>
        </w:tabs>
        <w:ind w:left="742"/>
        <w:jc w:val="both"/>
        <w:rPr>
          <w:sz w:val="28"/>
          <w:szCs w:val="28"/>
        </w:rPr>
      </w:pPr>
    </w:p>
    <w:p w:rsidR="006F4207" w:rsidRDefault="006F4207" w:rsidP="00D55477">
      <w:pPr>
        <w:ind w:left="357"/>
        <w:jc w:val="both"/>
        <w:rPr>
          <w:b/>
          <w:sz w:val="28"/>
          <w:szCs w:val="28"/>
        </w:rPr>
      </w:pPr>
      <w:r w:rsidRPr="00E21580">
        <w:rPr>
          <w:b/>
          <w:sz w:val="28"/>
          <w:szCs w:val="28"/>
        </w:rPr>
        <w:t>вміти:</w:t>
      </w:r>
      <w:r>
        <w:rPr>
          <w:b/>
          <w:sz w:val="28"/>
          <w:szCs w:val="28"/>
        </w:rPr>
        <w:t xml:space="preserve"> </w:t>
      </w:r>
    </w:p>
    <w:p w:rsidR="006F4207" w:rsidRDefault="006F4207" w:rsidP="00D55477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 xml:space="preserve">виконувати техніко-тактичні дії </w:t>
      </w:r>
      <w:r>
        <w:rPr>
          <w:sz w:val="28"/>
          <w:szCs w:val="28"/>
        </w:rPr>
        <w:t>з баскетболу</w:t>
      </w:r>
      <w:r w:rsidRPr="00217CE5">
        <w:rPr>
          <w:sz w:val="28"/>
          <w:szCs w:val="28"/>
        </w:rPr>
        <w:t>;</w:t>
      </w:r>
    </w:p>
    <w:p w:rsidR="006F4207" w:rsidRDefault="006F4207" w:rsidP="00D21BC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виконувати практичні норм</w:t>
      </w:r>
      <w:r>
        <w:rPr>
          <w:sz w:val="28"/>
          <w:szCs w:val="28"/>
        </w:rPr>
        <w:t>ативи по оцінці техніко-тактичної підготовки;</w:t>
      </w:r>
    </w:p>
    <w:p w:rsidR="006F4207" w:rsidRDefault="006F4207" w:rsidP="00D21BC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виконувати практичні нормативи по оцінці фізичних якостей (сили, витривалості, гнучкості, </w:t>
      </w:r>
      <w:r>
        <w:rPr>
          <w:sz w:val="28"/>
          <w:szCs w:val="28"/>
        </w:rPr>
        <w:t>швидкості, спритності);</w:t>
      </w:r>
    </w:p>
    <w:p w:rsidR="006F4207" w:rsidRPr="00217CE5" w:rsidRDefault="006F4207" w:rsidP="00D55477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>дозувати фізичне навантаження у відповідності до рівня свого фізичного стану, функціональних можливостей;</w:t>
      </w:r>
    </w:p>
    <w:p w:rsidR="006F4207" w:rsidRPr="00683F45" w:rsidRDefault="006F4207" w:rsidP="00D55477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та проводити змагання з баскетболу.</w:t>
      </w:r>
    </w:p>
    <w:p w:rsidR="006F4207" w:rsidRPr="007059D9" w:rsidRDefault="006F4207" w:rsidP="00D21BC6">
      <w:pPr>
        <w:jc w:val="both"/>
        <w:rPr>
          <w:sz w:val="28"/>
          <w:szCs w:val="28"/>
        </w:rPr>
      </w:pPr>
    </w:p>
    <w:p w:rsidR="006F4207" w:rsidRDefault="006F4207" w:rsidP="00D21BC6">
      <w:pPr>
        <w:widowControl w:val="0"/>
        <w:ind w:firstLine="709"/>
        <w:jc w:val="both"/>
        <w:rPr>
          <w:sz w:val="28"/>
          <w:szCs w:val="28"/>
        </w:rPr>
      </w:pPr>
      <w:r w:rsidRPr="008B4F29">
        <w:rPr>
          <w:b/>
          <w:bCs/>
          <w:sz w:val="28"/>
          <w:szCs w:val="28"/>
        </w:rPr>
        <w:t>Міждисциплінарні зв’язки</w:t>
      </w:r>
      <w:r w:rsidRPr="008B4F29">
        <w:rPr>
          <w:sz w:val="28"/>
          <w:szCs w:val="28"/>
        </w:rPr>
        <w:t>:</w:t>
      </w:r>
      <w:r w:rsidRPr="00A3262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32625">
        <w:rPr>
          <w:sz w:val="28"/>
          <w:szCs w:val="28"/>
        </w:rPr>
        <w:t>ри вивченні курсу «</w:t>
      </w:r>
      <w:r>
        <w:rPr>
          <w:sz w:val="28"/>
          <w:szCs w:val="28"/>
        </w:rPr>
        <w:t>Навчально-спортивна підготовка: баскетбол</w:t>
      </w:r>
      <w:r w:rsidRPr="00A32625">
        <w:rPr>
          <w:sz w:val="28"/>
          <w:szCs w:val="28"/>
        </w:rPr>
        <w:t>»</w:t>
      </w:r>
      <w:r w:rsidRPr="0083019F">
        <w:rPr>
          <w:sz w:val="28"/>
          <w:szCs w:val="28"/>
        </w:rPr>
        <w:t xml:space="preserve"> </w:t>
      </w:r>
      <w:r w:rsidRPr="00A32625">
        <w:rPr>
          <w:sz w:val="28"/>
          <w:szCs w:val="28"/>
        </w:rPr>
        <w:t>викладення матеріалу базується на знаннях, отриманих під час вивчення таких дисциплін</w:t>
      </w:r>
      <w:r>
        <w:rPr>
          <w:sz w:val="28"/>
          <w:szCs w:val="28"/>
        </w:rPr>
        <w:t>: анатомія людини; біологія (шкільний курс),</w:t>
      </w:r>
      <w:r w:rsidRPr="00BA5CCC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педагогіка; психологія.</w:t>
      </w:r>
    </w:p>
    <w:p w:rsidR="006F4207" w:rsidRPr="007059D9" w:rsidRDefault="006F4207" w:rsidP="00650E57">
      <w:pPr>
        <w:jc w:val="both"/>
        <w:rPr>
          <w:b/>
          <w:sz w:val="28"/>
          <w:szCs w:val="28"/>
        </w:rPr>
      </w:pPr>
    </w:p>
    <w:p w:rsidR="006F4207" w:rsidRPr="00144716" w:rsidRDefault="006F4207" w:rsidP="00D21BC6">
      <w:pPr>
        <w:tabs>
          <w:tab w:val="left" w:pos="284"/>
          <w:tab w:val="left" w:pos="567"/>
        </w:tabs>
        <w:suppressAutoHyphens w:val="0"/>
        <w:rPr>
          <w:b/>
          <w:bCs/>
          <w:sz w:val="28"/>
          <w:szCs w:val="28"/>
        </w:rPr>
      </w:pPr>
    </w:p>
    <w:p w:rsidR="006F4207" w:rsidRDefault="006F4207" w:rsidP="00650E57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  <w:r w:rsidRPr="009B632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3C72B9">
        <w:rPr>
          <w:b/>
          <w:bCs/>
          <w:sz w:val="28"/>
          <w:szCs w:val="28"/>
        </w:rPr>
        <w:t>Програма навчальної дисципліни</w:t>
      </w:r>
    </w:p>
    <w:p w:rsidR="006F4207" w:rsidRDefault="006F4207" w:rsidP="00650E57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</w:p>
    <w:p w:rsidR="006F4207" w:rsidRPr="00D21BC6" w:rsidRDefault="006F4207" w:rsidP="00D21BC6">
      <w:pPr>
        <w:jc w:val="both"/>
        <w:rPr>
          <w:b/>
          <w:sz w:val="28"/>
          <w:szCs w:val="28"/>
        </w:rPr>
      </w:pPr>
      <w:r w:rsidRPr="002F7237">
        <w:rPr>
          <w:b/>
          <w:sz w:val="28"/>
          <w:szCs w:val="28"/>
        </w:rPr>
        <w:t xml:space="preserve">РОЗДІЛ </w:t>
      </w:r>
      <w:r>
        <w:rPr>
          <w:b/>
          <w:sz w:val="28"/>
          <w:szCs w:val="28"/>
        </w:rPr>
        <w:t>1. Історія розвитку баскетболу</w:t>
      </w:r>
      <w:r w:rsidRPr="002F7237">
        <w:rPr>
          <w:b/>
          <w:sz w:val="28"/>
          <w:szCs w:val="28"/>
        </w:rPr>
        <w:t>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</w:r>
    </w:p>
    <w:p w:rsidR="006F4207" w:rsidRPr="00D21BC6" w:rsidRDefault="006F4207" w:rsidP="00D21BC6">
      <w:pPr>
        <w:ind w:firstLine="709"/>
        <w:jc w:val="both"/>
        <w:rPr>
          <w:b/>
          <w:sz w:val="28"/>
          <w:szCs w:val="28"/>
        </w:rPr>
      </w:pPr>
      <w:r w:rsidRPr="00D21BC6">
        <w:rPr>
          <w:b/>
          <w:sz w:val="28"/>
          <w:szCs w:val="28"/>
        </w:rPr>
        <w:t>Тема 1. Історія розвитку баскетболу.</w:t>
      </w:r>
    </w:p>
    <w:p w:rsidR="006F4207" w:rsidRPr="00D21BC6" w:rsidRDefault="006F4207" w:rsidP="00D21BC6">
      <w:pPr>
        <w:pStyle w:val="BlockText"/>
        <w:widowControl w:val="0"/>
        <w:spacing w:line="240" w:lineRule="auto"/>
        <w:ind w:left="0" w:right="0" w:firstLine="720"/>
        <w:rPr>
          <w:spacing w:val="0"/>
        </w:rPr>
      </w:pPr>
      <w:r w:rsidRPr="00D21BC6">
        <w:rPr>
          <w:spacing w:val="0"/>
        </w:rPr>
        <w:t>Суть гри. Відомості про її виникнення та розвиток. Етапи розвитку гри.</w:t>
      </w:r>
    </w:p>
    <w:p w:rsidR="006F4207" w:rsidRPr="00D21BC6" w:rsidRDefault="006F4207" w:rsidP="00D21BC6">
      <w:pPr>
        <w:widowControl w:val="0"/>
        <w:shd w:val="clear" w:color="auto" w:fill="FFFFFF"/>
        <w:jc w:val="both"/>
        <w:rPr>
          <w:color w:val="000000"/>
          <w:sz w:val="28"/>
          <w:szCs w:val="28"/>
        </w:rPr>
      </w:pPr>
      <w:r w:rsidRPr="00D21BC6">
        <w:rPr>
          <w:color w:val="000000"/>
          <w:sz w:val="28"/>
          <w:szCs w:val="28"/>
        </w:rPr>
        <w:t>Сучасний стан гри, її тенденції та шляхи подальшого розвитку. Головні віхи розвитку баскетболу в Україні.</w:t>
      </w:r>
    </w:p>
    <w:p w:rsidR="006F4207" w:rsidRPr="00D21BC6" w:rsidRDefault="006F4207" w:rsidP="00D21BC6">
      <w:pPr>
        <w:widowControl w:val="0"/>
        <w:ind w:firstLine="709"/>
        <w:jc w:val="both"/>
        <w:rPr>
          <w:b/>
          <w:sz w:val="28"/>
          <w:szCs w:val="28"/>
        </w:rPr>
      </w:pPr>
      <w:r w:rsidRPr="00D21BC6">
        <w:rPr>
          <w:sz w:val="28"/>
          <w:szCs w:val="28"/>
        </w:rPr>
        <w:t xml:space="preserve">Історія професійного спорту, його вплив на розвиток гри. Аналіз </w:t>
      </w:r>
      <w:r w:rsidRPr="00D21BC6">
        <w:rPr>
          <w:spacing w:val="5"/>
          <w:sz w:val="28"/>
          <w:szCs w:val="28"/>
        </w:rPr>
        <w:t>результатів виступу українських команд.</w:t>
      </w:r>
      <w:r w:rsidRPr="00D21BC6">
        <w:rPr>
          <w:sz w:val="28"/>
          <w:szCs w:val="28"/>
        </w:rPr>
        <w:t xml:space="preserve"> Змагання з баскетболу, еволюція правил.</w:t>
      </w:r>
      <w:r w:rsidRPr="00D21BC6">
        <w:rPr>
          <w:b/>
          <w:sz w:val="28"/>
          <w:szCs w:val="28"/>
        </w:rPr>
        <w:t xml:space="preserve"> </w:t>
      </w:r>
    </w:p>
    <w:p w:rsidR="006F4207" w:rsidRPr="00D21BC6" w:rsidRDefault="006F4207" w:rsidP="00D21BC6">
      <w:pPr>
        <w:widowControl w:val="0"/>
        <w:ind w:firstLine="709"/>
        <w:jc w:val="both"/>
        <w:rPr>
          <w:b/>
          <w:sz w:val="28"/>
          <w:szCs w:val="28"/>
        </w:rPr>
      </w:pPr>
      <w:r w:rsidRPr="00D21BC6">
        <w:rPr>
          <w:b/>
          <w:sz w:val="28"/>
          <w:szCs w:val="28"/>
        </w:rPr>
        <w:t>Тема 2. Формування теоретичних знань, практичних здібностей (умінь і навичок) з технічної підготовки.</w:t>
      </w:r>
    </w:p>
    <w:p w:rsidR="006F4207" w:rsidRPr="002F7237" w:rsidRDefault="006F4207" w:rsidP="00D21BC6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D21BC6">
        <w:rPr>
          <w:color w:val="000000"/>
          <w:sz w:val="28"/>
          <w:szCs w:val="28"/>
        </w:rPr>
        <w:t xml:space="preserve">Класифікація техніки гри. </w:t>
      </w:r>
      <w:r w:rsidRPr="00D21BC6">
        <w:rPr>
          <w:sz w:val="28"/>
          <w:szCs w:val="28"/>
        </w:rPr>
        <w:t>Прийоми гри у нападі і захисті та техніка</w:t>
      </w:r>
      <w:r w:rsidRPr="002F7237">
        <w:rPr>
          <w:sz w:val="28"/>
          <w:szCs w:val="28"/>
        </w:rPr>
        <w:t xml:space="preserve"> їх виконання. Рухливі ігри та естафети для закріплення і удосконалення елементів нападу та захисту.</w:t>
      </w:r>
    </w:p>
    <w:p w:rsidR="006F4207" w:rsidRPr="002F7237" w:rsidRDefault="006F4207" w:rsidP="00D21BC6">
      <w:pPr>
        <w:pStyle w:val="BodyTextIndent2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2F7237">
        <w:rPr>
          <w:b/>
          <w:sz w:val="28"/>
          <w:szCs w:val="28"/>
        </w:rPr>
        <w:t xml:space="preserve">Тема 3. Розвиток рухових якостей. </w:t>
      </w:r>
    </w:p>
    <w:p w:rsidR="006F4207" w:rsidRPr="000A5A5B" w:rsidRDefault="006F4207" w:rsidP="00D21BC6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F5526B">
        <w:rPr>
          <w:sz w:val="28"/>
          <w:szCs w:val="28"/>
        </w:rPr>
        <w:t xml:space="preserve">Розвиток фізичних якостей: </w:t>
      </w:r>
      <w:r w:rsidRPr="00F5526B">
        <w:rPr>
          <w:bCs/>
          <w:color w:val="000000"/>
          <w:sz w:val="28"/>
          <w:szCs w:val="28"/>
        </w:rPr>
        <w:t>сили, швидкості, кмітливості, витривалості, спритності, гнучкості</w:t>
      </w:r>
      <w:r w:rsidRPr="00F5526B">
        <w:rPr>
          <w:sz w:val="28"/>
          <w:szCs w:val="28"/>
        </w:rPr>
        <w:t>, координації рухів. Засоби і методи розвитку цих якостей. Дозування навантаження під час розвитку фізичних якостей. Рухливі ігри та естафети для розвитку фізичних якостей.</w:t>
      </w:r>
    </w:p>
    <w:p w:rsidR="006F4207" w:rsidRPr="00C90350" w:rsidRDefault="006F4207" w:rsidP="00D21BC6">
      <w:pPr>
        <w:pStyle w:val="BodyTextIndent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4. </w:t>
      </w:r>
      <w:r w:rsidRPr="00217CE5">
        <w:rPr>
          <w:b/>
          <w:sz w:val="28"/>
          <w:szCs w:val="28"/>
        </w:rPr>
        <w:t>Профілактика спортивного травматизму.</w:t>
      </w:r>
    </w:p>
    <w:p w:rsidR="006F4207" w:rsidRPr="000A5A5B" w:rsidRDefault="006F4207" w:rsidP="00D21BC6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 xml:space="preserve">Вимоги </w:t>
      </w:r>
      <w:r>
        <w:rPr>
          <w:color w:val="000000"/>
          <w:sz w:val="28"/>
          <w:szCs w:val="28"/>
        </w:rPr>
        <w:t>до техніки безпеки у баскетболі</w:t>
      </w:r>
      <w:r w:rsidRPr="000A5A5B">
        <w:rPr>
          <w:color w:val="000000"/>
          <w:sz w:val="28"/>
          <w:szCs w:val="28"/>
        </w:rPr>
        <w:t>. Контроль за станом спортивних майданчиків. Перевірка якості спортивних знарядь, споруд та інвентарю. Дотримання порядку і дисципліни на навчально-тренувальних заняттях і змаганнях.</w:t>
      </w:r>
    </w:p>
    <w:p w:rsidR="006F4207" w:rsidRPr="000A5A5B" w:rsidRDefault="006F4207" w:rsidP="00D21BC6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>Медичний контроль за станом здоров’я. Дотримування гігієнічних норм спортивних майданчиків та других споруд.</w:t>
      </w:r>
    </w:p>
    <w:p w:rsidR="006F4207" w:rsidRPr="00B1680F" w:rsidRDefault="006F4207" w:rsidP="00B1680F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>Особиста гіг</w:t>
      </w:r>
      <w:r>
        <w:rPr>
          <w:color w:val="000000"/>
          <w:sz w:val="28"/>
          <w:szCs w:val="28"/>
        </w:rPr>
        <w:t>ієна, режим дня, харчування спортсменів у баскетболі</w:t>
      </w:r>
      <w:r w:rsidRPr="000A5A5B">
        <w:rPr>
          <w:color w:val="000000"/>
          <w:sz w:val="28"/>
          <w:szCs w:val="28"/>
        </w:rPr>
        <w:t>.</w:t>
      </w:r>
    </w:p>
    <w:p w:rsidR="006F4207" w:rsidRPr="000A5A5B" w:rsidRDefault="006F4207" w:rsidP="00B1680F">
      <w:pPr>
        <w:pStyle w:val="BodyTextIndent2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РОЗДІЛ 2</w:t>
      </w:r>
      <w:r w:rsidRPr="00217CE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A5A5B">
        <w:rPr>
          <w:b/>
          <w:sz w:val="28"/>
          <w:szCs w:val="28"/>
        </w:rPr>
        <w:t>Формування теоретични</w:t>
      </w:r>
      <w:r>
        <w:rPr>
          <w:b/>
          <w:sz w:val="28"/>
          <w:szCs w:val="28"/>
        </w:rPr>
        <w:t>х знань, практичних</w:t>
      </w:r>
      <w:r w:rsidRPr="000A5A5B">
        <w:rPr>
          <w:b/>
          <w:sz w:val="28"/>
          <w:szCs w:val="28"/>
        </w:rPr>
        <w:t xml:space="preserve"> здібностей (умінь і навичок) з тактичної підготовки. Розвиток рухових якостей. Методика суддівства та організація проведення змагань.</w:t>
      </w:r>
    </w:p>
    <w:p w:rsidR="006F4207" w:rsidRPr="000A5A5B" w:rsidRDefault="006F4207" w:rsidP="00D21BC6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r w:rsidRPr="000A5A5B">
        <w:rPr>
          <w:b/>
          <w:sz w:val="28"/>
          <w:szCs w:val="28"/>
        </w:rPr>
        <w:t>Формування теоретичних знань, практичних здібностей (умінь і навичок) з тактичної підготовки.</w:t>
      </w:r>
    </w:p>
    <w:p w:rsidR="006F4207" w:rsidRPr="000A5A5B" w:rsidRDefault="006F4207" w:rsidP="00D21BC6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Завдання</w:t>
      </w:r>
      <w:r w:rsidRPr="000A5A5B">
        <w:rPr>
          <w:sz w:val="28"/>
          <w:szCs w:val="28"/>
        </w:rPr>
        <w:t xml:space="preserve">, зміст, методи теоретичної підготовки. </w:t>
      </w:r>
      <w:r w:rsidRPr="000A5A5B">
        <w:rPr>
          <w:color w:val="000000"/>
          <w:sz w:val="28"/>
          <w:szCs w:val="28"/>
        </w:rPr>
        <w:t xml:space="preserve">Визначення основних понять. Класифікація тактики гри. Функції гравців. </w:t>
      </w:r>
      <w:r>
        <w:rPr>
          <w:color w:val="000000"/>
          <w:sz w:val="28"/>
          <w:szCs w:val="28"/>
        </w:rPr>
        <w:t xml:space="preserve">Тактика нападу, </w:t>
      </w:r>
      <w:r w:rsidRPr="000A5A5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актика захисту. </w:t>
      </w:r>
      <w:r w:rsidRPr="000A5A5B">
        <w:rPr>
          <w:sz w:val="28"/>
          <w:szCs w:val="28"/>
        </w:rPr>
        <w:t>Взаємозв’язок фізичної і техніко-тактичної підготовки. Вивчення правил гри.</w:t>
      </w:r>
    </w:p>
    <w:p w:rsidR="006F4207" w:rsidRPr="000A5A5B" w:rsidRDefault="006F4207" w:rsidP="00D21BC6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Тема 2. Удосконалення</w:t>
      </w:r>
      <w:r w:rsidRPr="000A5A5B">
        <w:rPr>
          <w:b/>
          <w:sz w:val="28"/>
          <w:szCs w:val="28"/>
        </w:rPr>
        <w:t xml:space="preserve"> рухових якостей.</w:t>
      </w:r>
    </w:p>
    <w:p w:rsidR="006F4207" w:rsidRDefault="006F4207" w:rsidP="00D21BC6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A5A5B">
        <w:rPr>
          <w:sz w:val="28"/>
          <w:szCs w:val="28"/>
        </w:rPr>
        <w:t>Знання закономірностей розвитку фізичних якос</w:t>
      </w:r>
      <w:r>
        <w:rPr>
          <w:sz w:val="28"/>
          <w:szCs w:val="28"/>
        </w:rPr>
        <w:t>тей і формування рухових навичок</w:t>
      </w:r>
      <w:r w:rsidRPr="000A5A5B">
        <w:rPr>
          <w:sz w:val="28"/>
          <w:szCs w:val="28"/>
        </w:rPr>
        <w:t>.</w:t>
      </w:r>
      <w:r w:rsidRPr="00E238D3">
        <w:rPr>
          <w:sz w:val="28"/>
          <w:szCs w:val="28"/>
        </w:rPr>
        <w:t xml:space="preserve"> Швидкість. Сила. Витривалість. Спритність. Швидкісно-силові. Засоби і методи розвитку цих фізичних якостей. Дозування навантаження під час розвитку фізичних якостей. Спеціальні і загальні вправи для розвитку фізичних якостей. Розвиток спеціальної швидкості, спеціальної сили, спеціальної витривалості. Рухливі ігри та естафети для розвитку фізичних якостей.</w:t>
      </w:r>
    </w:p>
    <w:p w:rsidR="006F4207" w:rsidRPr="000A5A5B" w:rsidRDefault="006F4207" w:rsidP="00B1680F">
      <w:pPr>
        <w:pStyle w:val="BodyTextIndent2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</w:t>
      </w:r>
      <w:r w:rsidRPr="000A5A5B">
        <w:rPr>
          <w:b/>
          <w:sz w:val="28"/>
          <w:szCs w:val="28"/>
        </w:rPr>
        <w:t>Методика суддівства та організація проведення змагань.</w:t>
      </w:r>
    </w:p>
    <w:p w:rsidR="006F4207" w:rsidRPr="00E238D3" w:rsidRDefault="006F4207" w:rsidP="00B1680F">
      <w:pPr>
        <w:widowControl w:val="0"/>
        <w:ind w:firstLine="720"/>
        <w:jc w:val="both"/>
        <w:rPr>
          <w:sz w:val="28"/>
          <w:szCs w:val="28"/>
        </w:rPr>
      </w:pPr>
      <w:r w:rsidRPr="00E238D3">
        <w:rPr>
          <w:bCs/>
          <w:sz w:val="28"/>
          <w:szCs w:val="28"/>
        </w:rPr>
        <w:t>Змагання та їх місце в навчально-тренувальному процесі.</w:t>
      </w:r>
    </w:p>
    <w:p w:rsidR="006F4207" w:rsidRPr="00B1680F" w:rsidRDefault="006F4207" w:rsidP="00B1680F">
      <w:pPr>
        <w:pStyle w:val="Heading6"/>
        <w:widowControl w:val="0"/>
        <w:spacing w:before="0" w:after="0"/>
        <w:ind w:firstLine="720"/>
        <w:jc w:val="both"/>
        <w:rPr>
          <w:b w:val="0"/>
          <w:bCs w:val="0"/>
          <w:i/>
          <w:sz w:val="28"/>
          <w:szCs w:val="28"/>
          <w:lang w:val="uk-UA"/>
        </w:rPr>
      </w:pPr>
      <w:r w:rsidRPr="00B1680F">
        <w:rPr>
          <w:b w:val="0"/>
          <w:sz w:val="28"/>
          <w:szCs w:val="28"/>
          <w:lang w:val="uk-UA"/>
        </w:rPr>
        <w:t>Значення змагань. Види змагань: календарні, товариські: першості, змагання на кубок, матчеві зустрічі, відбірочні, кваліфікаційні змаган</w:t>
      </w:r>
      <w:r>
        <w:rPr>
          <w:b w:val="0"/>
          <w:sz w:val="28"/>
          <w:szCs w:val="28"/>
          <w:lang w:val="uk-UA"/>
        </w:rPr>
        <w:t>ня</w:t>
      </w:r>
      <w:r w:rsidRPr="00B1680F">
        <w:rPr>
          <w:b w:val="0"/>
          <w:sz w:val="28"/>
          <w:szCs w:val="28"/>
          <w:lang w:val="uk-UA"/>
        </w:rPr>
        <w:t>.</w:t>
      </w:r>
    </w:p>
    <w:p w:rsidR="006F4207" w:rsidRPr="00E238D3" w:rsidRDefault="006F4207" w:rsidP="00B1680F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238D3">
        <w:rPr>
          <w:bCs/>
          <w:sz w:val="28"/>
          <w:szCs w:val="28"/>
        </w:rPr>
        <w:t xml:space="preserve">Система проведення змагань. </w:t>
      </w:r>
      <w:r w:rsidRPr="00E238D3">
        <w:rPr>
          <w:sz w:val="28"/>
          <w:szCs w:val="28"/>
        </w:rPr>
        <w:t>Положенн</w:t>
      </w:r>
      <w:r>
        <w:rPr>
          <w:sz w:val="28"/>
          <w:szCs w:val="28"/>
        </w:rPr>
        <w:t>я про змагання: 1) мета і завдання</w:t>
      </w:r>
      <w:r w:rsidRPr="00E238D3">
        <w:rPr>
          <w:sz w:val="28"/>
          <w:szCs w:val="28"/>
        </w:rPr>
        <w:t>; 2) місце і термін проведення; 3) керівництво проведення; 4) учасники; 5) способи розіграшу і оцінка результатів; 6) умови прийому команд; 7) форми і термін подачі заявок, час і місце жеребкування; 8) нагородження команд і учасників. Системи розіграшів: колова система, жеребкування команд; система з вибуванням; змішана система розіграшу.</w:t>
      </w:r>
    </w:p>
    <w:p w:rsidR="006F4207" w:rsidRPr="00A344B8" w:rsidRDefault="006F4207" w:rsidP="00A344B8">
      <w:pPr>
        <w:widowControl w:val="0"/>
        <w:ind w:firstLine="720"/>
        <w:jc w:val="both"/>
        <w:rPr>
          <w:sz w:val="28"/>
          <w:szCs w:val="28"/>
        </w:rPr>
      </w:pPr>
      <w:r w:rsidRPr="00E238D3">
        <w:rPr>
          <w:sz w:val="28"/>
          <w:szCs w:val="28"/>
        </w:rPr>
        <w:t>Суддівство змагань. Знання правил гри. Жестикуляція. Права і обов’язки суддів, методика і техніка суддівства. Порушення правил, покарання, протести. Документація, яка необхідна для п</w:t>
      </w:r>
      <w:r>
        <w:rPr>
          <w:sz w:val="28"/>
          <w:szCs w:val="28"/>
        </w:rPr>
        <w:t>роведення змагань. Протокол гри.</w:t>
      </w:r>
    </w:p>
    <w:p w:rsidR="006F4207" w:rsidRPr="00D73D06" w:rsidRDefault="006F4207" w:rsidP="00650E57">
      <w:pPr>
        <w:suppressAutoHyphens w:val="0"/>
        <w:spacing w:after="120"/>
        <w:ind w:left="360"/>
        <w:jc w:val="center"/>
        <w:rPr>
          <w:b/>
          <w:bCs/>
          <w:sz w:val="28"/>
          <w:szCs w:val="28"/>
        </w:rPr>
      </w:pPr>
      <w:r w:rsidRPr="007D0B6D">
        <w:rPr>
          <w:b/>
          <w:bCs/>
          <w:sz w:val="28"/>
          <w:szCs w:val="28"/>
        </w:rPr>
        <w:t xml:space="preserve">4. </w:t>
      </w:r>
      <w:r w:rsidRPr="003C72B9">
        <w:rPr>
          <w:b/>
          <w:bCs/>
          <w:sz w:val="28"/>
          <w:szCs w:val="28"/>
        </w:rPr>
        <w:t>Структура навчальної дисципліни</w:t>
      </w:r>
      <w:r>
        <w:rPr>
          <w:b/>
          <w:bCs/>
          <w:color w:val="FF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97"/>
        <w:gridCol w:w="1348"/>
        <w:gridCol w:w="1323"/>
        <w:gridCol w:w="1145"/>
        <w:gridCol w:w="1258"/>
      </w:tblGrid>
      <w:tr w:rsidR="006F4207" w:rsidRPr="00B1680F" w:rsidTr="00DC2DE5">
        <w:tc>
          <w:tcPr>
            <w:tcW w:w="2350" w:type="pct"/>
            <w:vMerge w:val="restar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C2DE5">
              <w:rPr>
                <w:sz w:val="28"/>
                <w:szCs w:val="28"/>
              </w:rPr>
              <w:t>Назви тематичних розділів і тем</w:t>
            </w:r>
          </w:p>
        </w:tc>
        <w:tc>
          <w:tcPr>
            <w:tcW w:w="2650" w:type="pct"/>
            <w:gridSpan w:val="4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C2DE5">
              <w:rPr>
                <w:sz w:val="28"/>
                <w:szCs w:val="28"/>
              </w:rPr>
              <w:t>Кількість годин</w:t>
            </w:r>
          </w:p>
        </w:tc>
      </w:tr>
      <w:tr w:rsidR="006F4207" w:rsidRPr="00B1680F" w:rsidTr="00DC2DE5">
        <w:tc>
          <w:tcPr>
            <w:tcW w:w="2350" w:type="pct"/>
            <w:vMerge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0" w:type="pct"/>
            <w:gridSpan w:val="4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C2DE5">
              <w:rPr>
                <w:sz w:val="28"/>
                <w:szCs w:val="28"/>
              </w:rPr>
              <w:t>денна форма</w:t>
            </w:r>
          </w:p>
        </w:tc>
      </w:tr>
      <w:tr w:rsidR="006F4207" w:rsidRPr="00B1680F" w:rsidTr="00DC2DE5">
        <w:tc>
          <w:tcPr>
            <w:tcW w:w="2350" w:type="pct"/>
            <w:vMerge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4" w:type="pct"/>
            <w:vMerge w:val="restar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C2DE5">
              <w:rPr>
                <w:sz w:val="28"/>
                <w:szCs w:val="28"/>
              </w:rPr>
              <w:t>усього</w:t>
            </w:r>
          </w:p>
        </w:tc>
        <w:tc>
          <w:tcPr>
            <w:tcW w:w="1945" w:type="pct"/>
            <w:gridSpan w:val="3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/>
                <w:bCs/>
                <w:sz w:val="26"/>
                <w:szCs w:val="26"/>
              </w:rPr>
            </w:pPr>
            <w:r w:rsidRPr="00DC2DE5">
              <w:rPr>
                <w:sz w:val="26"/>
                <w:szCs w:val="26"/>
              </w:rPr>
              <w:t>у тому числі</w:t>
            </w:r>
          </w:p>
        </w:tc>
      </w:tr>
      <w:tr w:rsidR="006F4207" w:rsidRPr="00B1680F" w:rsidTr="00DC2DE5">
        <w:tc>
          <w:tcPr>
            <w:tcW w:w="2350" w:type="pct"/>
            <w:vMerge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4" w:type="pct"/>
            <w:vMerge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DC2DE5">
              <w:rPr>
                <w:bCs/>
                <w:sz w:val="26"/>
                <w:szCs w:val="26"/>
              </w:rPr>
              <w:t>практичні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DC2DE5">
              <w:rPr>
                <w:bCs/>
                <w:sz w:val="26"/>
                <w:szCs w:val="26"/>
              </w:rPr>
              <w:t>лаб.</w:t>
            </w: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DC2DE5">
              <w:rPr>
                <w:bCs/>
                <w:sz w:val="26"/>
                <w:szCs w:val="26"/>
              </w:rPr>
              <w:t>сам.роб.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5</w:t>
            </w:r>
          </w:p>
        </w:tc>
      </w:tr>
      <w:tr w:rsidR="006F4207" w:rsidRPr="00B1680F" w:rsidTr="00DC2DE5">
        <w:tc>
          <w:tcPr>
            <w:tcW w:w="5000" w:type="pct"/>
            <w:gridSpan w:val="5"/>
          </w:tcPr>
          <w:p w:rsidR="006F4207" w:rsidRPr="00DC2DE5" w:rsidRDefault="006F4207" w:rsidP="00DC2DE5">
            <w:pPr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>Р</w:t>
            </w:r>
            <w:r w:rsidRPr="00DC2DE5">
              <w:rPr>
                <w:b/>
                <w:bCs/>
                <w:sz w:val="28"/>
                <w:szCs w:val="28"/>
              </w:rPr>
              <w:t>озділ 1</w:t>
            </w:r>
            <w:r w:rsidRPr="00DC2DE5">
              <w:rPr>
                <w:b/>
                <w:sz w:val="28"/>
                <w:szCs w:val="28"/>
              </w:rPr>
              <w:t>. Історія розвитку баскетболу.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suppressAutoHyphens w:val="0"/>
              <w:spacing w:after="120"/>
              <w:jc w:val="both"/>
              <w:rPr>
                <w:bCs/>
              </w:rPr>
            </w:pPr>
            <w:r w:rsidRPr="00DC2DE5">
              <w:rPr>
                <w:b/>
                <w:bCs/>
                <w:sz w:val="28"/>
                <w:szCs w:val="28"/>
              </w:rPr>
              <w:t>Тема 1</w:t>
            </w:r>
            <w:r w:rsidRPr="00DC2DE5">
              <w:rPr>
                <w:bCs/>
                <w:sz w:val="22"/>
                <w:szCs w:val="22"/>
              </w:rPr>
              <w:t xml:space="preserve">. </w:t>
            </w:r>
            <w:r w:rsidRPr="00DC2DE5">
              <w:rPr>
                <w:sz w:val="28"/>
                <w:szCs w:val="28"/>
              </w:rPr>
              <w:t>Історія розвитку баскетболу.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4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 xml:space="preserve">Тема 2. </w:t>
            </w:r>
            <w:r w:rsidRPr="00DC2DE5">
              <w:rPr>
                <w:sz w:val="28"/>
                <w:szCs w:val="28"/>
              </w:rPr>
              <w:t>Формування теоретичних знань, практичних здібностей (умінь і навичок) з технічної підготовки.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20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 xml:space="preserve">Тема 3. </w:t>
            </w:r>
            <w:r w:rsidRPr="00DC2DE5">
              <w:rPr>
                <w:sz w:val="28"/>
                <w:szCs w:val="28"/>
              </w:rPr>
              <w:t>Розвиток рухових якостей.</w:t>
            </w:r>
            <w:r w:rsidRPr="00DC2DE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8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pStyle w:val="BodyTextIndent2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 xml:space="preserve">Тема 4. </w:t>
            </w:r>
            <w:r w:rsidRPr="00DC2DE5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4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bCs/>
                <w:sz w:val="28"/>
                <w:szCs w:val="28"/>
              </w:rPr>
              <w:t>Разом за розділом 1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36</w:t>
            </w:r>
          </w:p>
        </w:tc>
      </w:tr>
      <w:tr w:rsidR="006F4207" w:rsidRPr="00B1680F" w:rsidTr="00DC2DE5">
        <w:tc>
          <w:tcPr>
            <w:tcW w:w="5000" w:type="pct"/>
            <w:gridSpan w:val="5"/>
          </w:tcPr>
          <w:p w:rsidR="006F4207" w:rsidRPr="00DC2DE5" w:rsidRDefault="006F4207" w:rsidP="00DC2DE5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>Р</w:t>
            </w:r>
            <w:r w:rsidRPr="00DC2DE5">
              <w:rPr>
                <w:b/>
                <w:bCs/>
                <w:sz w:val="28"/>
                <w:szCs w:val="28"/>
              </w:rPr>
              <w:t>озділ 2.</w:t>
            </w:r>
            <w:r w:rsidRPr="00DC2DE5">
              <w:rPr>
                <w:b/>
                <w:sz w:val="28"/>
                <w:szCs w:val="28"/>
              </w:rPr>
              <w:t xml:space="preserve"> 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 xml:space="preserve">Тема 1. </w:t>
            </w:r>
            <w:r w:rsidRPr="00DC2DE5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16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 xml:space="preserve">Тема 2. </w:t>
            </w:r>
            <w:r w:rsidRPr="00DC2DE5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4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 xml:space="preserve">Тема 3. </w:t>
            </w:r>
            <w:r w:rsidRPr="00DC2DE5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4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bCs/>
                <w:sz w:val="28"/>
                <w:szCs w:val="28"/>
              </w:rPr>
              <w:t>Разом за розділом 2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24</w:t>
            </w:r>
          </w:p>
        </w:tc>
      </w:tr>
      <w:tr w:rsidR="006F4207" w:rsidRPr="00B1680F" w:rsidTr="00DC2DE5">
        <w:tc>
          <w:tcPr>
            <w:tcW w:w="2350" w:type="pct"/>
          </w:tcPr>
          <w:p w:rsidR="006F4207" w:rsidRPr="00DC2DE5" w:rsidRDefault="006F4207" w:rsidP="00DC2DE5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C2DE5">
              <w:rPr>
                <w:b/>
                <w:sz w:val="28"/>
                <w:szCs w:val="28"/>
              </w:rPr>
              <w:t>Усього годин</w:t>
            </w:r>
          </w:p>
        </w:tc>
        <w:tc>
          <w:tcPr>
            <w:tcW w:w="704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691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598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56" w:type="pct"/>
          </w:tcPr>
          <w:p w:rsidR="006F4207" w:rsidRPr="00DC2DE5" w:rsidRDefault="006F4207" w:rsidP="00DC2DE5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DC2DE5">
              <w:rPr>
                <w:bCs/>
                <w:sz w:val="28"/>
                <w:szCs w:val="28"/>
              </w:rPr>
              <w:t>60</w:t>
            </w:r>
          </w:p>
        </w:tc>
      </w:tr>
    </w:tbl>
    <w:p w:rsidR="006F4207" w:rsidRDefault="006F4207" w:rsidP="00EE13C2">
      <w:pPr>
        <w:rPr>
          <w:b/>
          <w:sz w:val="28"/>
          <w:szCs w:val="28"/>
        </w:rPr>
      </w:pPr>
    </w:p>
    <w:p w:rsidR="006F4207" w:rsidRDefault="006F4207" w:rsidP="003E0CC2">
      <w:pPr>
        <w:rPr>
          <w:b/>
          <w:szCs w:val="28"/>
        </w:rPr>
      </w:pPr>
    </w:p>
    <w:p w:rsidR="006F4207" w:rsidRDefault="006F4207" w:rsidP="00650E57">
      <w:pPr>
        <w:ind w:left="7513" w:hanging="75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Теми </w:t>
      </w:r>
      <w:r w:rsidRPr="003C72B9">
        <w:rPr>
          <w:b/>
          <w:sz w:val="28"/>
          <w:szCs w:val="28"/>
        </w:rPr>
        <w:t xml:space="preserve">практичних </w:t>
      </w:r>
      <w:r>
        <w:rPr>
          <w:b/>
          <w:sz w:val="28"/>
          <w:szCs w:val="28"/>
        </w:rPr>
        <w:t>занять</w:t>
      </w:r>
    </w:p>
    <w:p w:rsidR="006F4207" w:rsidRPr="003C72B9" w:rsidRDefault="006F4207" w:rsidP="00650E57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ind w:left="142" w:hanging="142"/>
              <w:jc w:val="center"/>
            </w:pPr>
            <w:r w:rsidRPr="008A5B1B">
              <w:t>№</w:t>
            </w:r>
          </w:p>
          <w:p w:rsidR="006F4207" w:rsidRPr="008A5B1B" w:rsidRDefault="006F4207" w:rsidP="00A5365C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87" w:type="dxa"/>
          </w:tcPr>
          <w:p w:rsidR="006F4207" w:rsidRPr="008A5B1B" w:rsidRDefault="006F4207" w:rsidP="00A5365C">
            <w:pPr>
              <w:jc w:val="center"/>
            </w:pPr>
            <w:r w:rsidRPr="008A5B1B">
              <w:t>Назва теми</w:t>
            </w:r>
          </w:p>
        </w:tc>
        <w:tc>
          <w:tcPr>
            <w:tcW w:w="1560" w:type="dxa"/>
          </w:tcPr>
          <w:p w:rsidR="006F4207" w:rsidRPr="008A5B1B" w:rsidRDefault="006F4207" w:rsidP="00A5365C">
            <w:pPr>
              <w:jc w:val="center"/>
            </w:pPr>
            <w:r w:rsidRPr="008A5B1B">
              <w:t>Кількість</w:t>
            </w:r>
          </w:p>
          <w:p w:rsidR="006F4207" w:rsidRPr="008A5B1B" w:rsidRDefault="006F4207" w:rsidP="00A5365C">
            <w:pPr>
              <w:jc w:val="center"/>
            </w:pPr>
            <w:r w:rsidRPr="008A5B1B">
              <w:t>годин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jc w:val="center"/>
            </w:pPr>
            <w:r w:rsidRPr="008A5B1B">
              <w:t>1</w:t>
            </w:r>
          </w:p>
        </w:tc>
        <w:tc>
          <w:tcPr>
            <w:tcW w:w="7087" w:type="dxa"/>
          </w:tcPr>
          <w:p w:rsidR="006F4207" w:rsidRPr="008A5B1B" w:rsidRDefault="006F4207" w:rsidP="00D73D06">
            <w:r w:rsidRPr="00D73D06">
              <w:rPr>
                <w:sz w:val="28"/>
                <w:szCs w:val="28"/>
              </w:rPr>
              <w:t>Історія розвитку баскетболу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jc w:val="center"/>
            </w:pPr>
            <w:r w:rsidRPr="008A5B1B">
              <w:t>2</w:t>
            </w:r>
          </w:p>
        </w:tc>
        <w:tc>
          <w:tcPr>
            <w:tcW w:w="7087" w:type="dxa"/>
          </w:tcPr>
          <w:p w:rsidR="006F4207" w:rsidRPr="008A5B1B" w:rsidRDefault="006F4207" w:rsidP="00D73D06">
            <w:pPr>
              <w:jc w:val="both"/>
            </w:pPr>
            <w:r w:rsidRPr="00D73D06">
              <w:rPr>
                <w:sz w:val="28"/>
                <w:szCs w:val="28"/>
              </w:rPr>
              <w:t>Формування теоретичн</w:t>
            </w:r>
            <w:r>
              <w:rPr>
                <w:sz w:val="28"/>
                <w:szCs w:val="28"/>
              </w:rPr>
              <w:t>их знань, практичних здібностей</w:t>
            </w:r>
            <w:r w:rsidRPr="00D73D06">
              <w:rPr>
                <w:sz w:val="28"/>
                <w:szCs w:val="28"/>
              </w:rPr>
              <w:t>(умінь і навичок) з технічної підготовки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10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6F4207" w:rsidRPr="00D73D06" w:rsidRDefault="006F4207" w:rsidP="00D73D06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4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6F4207" w:rsidRPr="00D73D06" w:rsidRDefault="006F4207" w:rsidP="00D73D06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6F4207" w:rsidRPr="00D73D06" w:rsidRDefault="006F4207" w:rsidP="00D73D06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8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6F4207" w:rsidRPr="00D73D06" w:rsidRDefault="006F4207" w:rsidP="00D73D06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6F4207" w:rsidRPr="00D73D06" w:rsidRDefault="006F4207" w:rsidP="00D73D06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6F4207" w:rsidRPr="008A5B1B" w:rsidTr="00A5365C">
        <w:tc>
          <w:tcPr>
            <w:tcW w:w="7796" w:type="dxa"/>
            <w:gridSpan w:val="2"/>
          </w:tcPr>
          <w:p w:rsidR="006F4207" w:rsidRPr="00D17030" w:rsidRDefault="006F4207" w:rsidP="00A5365C">
            <w:pPr>
              <w:rPr>
                <w:sz w:val="28"/>
                <w:szCs w:val="28"/>
              </w:rPr>
            </w:pPr>
            <w:r w:rsidRPr="00D17030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6F4207" w:rsidRPr="00AE70F6" w:rsidRDefault="006F4207" w:rsidP="00AE70F6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30</w:t>
            </w:r>
          </w:p>
        </w:tc>
      </w:tr>
    </w:tbl>
    <w:p w:rsidR="006F4207" w:rsidRDefault="006F4207" w:rsidP="00D17030">
      <w:pPr>
        <w:rPr>
          <w:b/>
          <w:szCs w:val="28"/>
        </w:rPr>
      </w:pPr>
    </w:p>
    <w:p w:rsidR="006F4207" w:rsidRPr="00D17030" w:rsidRDefault="006F4207" w:rsidP="00650E57">
      <w:pPr>
        <w:ind w:left="7513" w:hanging="75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8E7D26">
        <w:rPr>
          <w:b/>
          <w:sz w:val="28"/>
          <w:szCs w:val="28"/>
        </w:rPr>
        <w:t xml:space="preserve">. </w:t>
      </w:r>
      <w:r w:rsidRPr="003C72B9">
        <w:rPr>
          <w:b/>
          <w:sz w:val="28"/>
          <w:szCs w:val="28"/>
        </w:rPr>
        <w:t>Самостійна робота</w:t>
      </w:r>
    </w:p>
    <w:p w:rsidR="006F4207" w:rsidRPr="00AE70F6" w:rsidRDefault="006F4207" w:rsidP="00650E57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ind w:left="142" w:hanging="142"/>
              <w:jc w:val="center"/>
            </w:pPr>
            <w:r w:rsidRPr="008A5B1B">
              <w:t>№</w:t>
            </w:r>
          </w:p>
          <w:p w:rsidR="006F4207" w:rsidRPr="008A5B1B" w:rsidRDefault="006F4207" w:rsidP="00A5365C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87" w:type="dxa"/>
          </w:tcPr>
          <w:p w:rsidR="006F4207" w:rsidRPr="008A5B1B" w:rsidRDefault="006F4207" w:rsidP="00A5365C">
            <w:pPr>
              <w:jc w:val="center"/>
            </w:pPr>
            <w:r w:rsidRPr="008A5B1B">
              <w:t>Назва теми</w:t>
            </w:r>
          </w:p>
        </w:tc>
        <w:tc>
          <w:tcPr>
            <w:tcW w:w="1560" w:type="dxa"/>
          </w:tcPr>
          <w:p w:rsidR="006F4207" w:rsidRPr="008A5B1B" w:rsidRDefault="006F4207" w:rsidP="00A5365C">
            <w:pPr>
              <w:jc w:val="center"/>
            </w:pPr>
            <w:r w:rsidRPr="008A5B1B">
              <w:t>Кількість</w:t>
            </w:r>
          </w:p>
          <w:p w:rsidR="006F4207" w:rsidRPr="008A5B1B" w:rsidRDefault="006F4207" w:rsidP="00A5365C">
            <w:pPr>
              <w:jc w:val="center"/>
            </w:pPr>
            <w:r w:rsidRPr="008A5B1B">
              <w:t>годин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jc w:val="center"/>
            </w:pPr>
            <w:r w:rsidRPr="008A5B1B">
              <w:t>1</w:t>
            </w:r>
          </w:p>
        </w:tc>
        <w:tc>
          <w:tcPr>
            <w:tcW w:w="7087" w:type="dxa"/>
          </w:tcPr>
          <w:p w:rsidR="006F4207" w:rsidRPr="008A5B1B" w:rsidRDefault="006F4207" w:rsidP="00A5365C">
            <w:r w:rsidRPr="00D73D06">
              <w:rPr>
                <w:sz w:val="28"/>
                <w:szCs w:val="28"/>
              </w:rPr>
              <w:t>Історія розвитку баскетболу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jc w:val="center"/>
            </w:pPr>
            <w:r w:rsidRPr="008A5B1B">
              <w:t>2</w:t>
            </w:r>
          </w:p>
        </w:tc>
        <w:tc>
          <w:tcPr>
            <w:tcW w:w="7087" w:type="dxa"/>
          </w:tcPr>
          <w:p w:rsidR="006F4207" w:rsidRPr="008A5B1B" w:rsidRDefault="006F4207" w:rsidP="00A5365C">
            <w:pPr>
              <w:jc w:val="both"/>
            </w:pPr>
            <w:r w:rsidRPr="00D73D06">
              <w:rPr>
                <w:sz w:val="28"/>
                <w:szCs w:val="28"/>
              </w:rPr>
              <w:t>Формування теоретичн</w:t>
            </w:r>
            <w:r>
              <w:rPr>
                <w:sz w:val="28"/>
                <w:szCs w:val="28"/>
              </w:rPr>
              <w:t>их знань, практичних здібностей</w:t>
            </w:r>
            <w:r w:rsidRPr="00D73D06">
              <w:rPr>
                <w:sz w:val="28"/>
                <w:szCs w:val="28"/>
              </w:rPr>
              <w:t>(умінь і навичок) з технічної підготовки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Pr="008A5B1B" w:rsidRDefault="006F4207" w:rsidP="00A5365C">
            <w:pPr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6F4207" w:rsidRPr="00D73D06" w:rsidRDefault="006F4207" w:rsidP="00A5365C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6F4207" w:rsidRPr="00D73D06" w:rsidRDefault="006F4207" w:rsidP="00A5365C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6F4207" w:rsidRPr="00D73D06" w:rsidRDefault="006F4207" w:rsidP="00A5365C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6F4207" w:rsidRPr="00D73D06" w:rsidRDefault="006F4207" w:rsidP="00A5365C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F4207" w:rsidRPr="008A5B1B" w:rsidTr="00A5365C">
        <w:tc>
          <w:tcPr>
            <w:tcW w:w="709" w:type="dxa"/>
          </w:tcPr>
          <w:p w:rsidR="006F4207" w:rsidRDefault="006F4207" w:rsidP="00A5365C">
            <w:pPr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6F4207" w:rsidRPr="00D73D06" w:rsidRDefault="006F4207" w:rsidP="00A5365C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F4207" w:rsidRPr="008A5B1B" w:rsidTr="00A5365C">
        <w:tc>
          <w:tcPr>
            <w:tcW w:w="7796" w:type="dxa"/>
            <w:gridSpan w:val="2"/>
          </w:tcPr>
          <w:p w:rsidR="006F4207" w:rsidRPr="00D17030" w:rsidRDefault="006F4207" w:rsidP="00A5365C">
            <w:pPr>
              <w:rPr>
                <w:sz w:val="28"/>
                <w:szCs w:val="28"/>
              </w:rPr>
            </w:pPr>
            <w:r w:rsidRPr="00D17030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6F4207" w:rsidRPr="00AE70F6" w:rsidRDefault="006F4207" w:rsidP="00A53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E70F6">
              <w:rPr>
                <w:sz w:val="28"/>
                <w:szCs w:val="28"/>
              </w:rPr>
              <w:t>0</w:t>
            </w:r>
          </w:p>
        </w:tc>
      </w:tr>
    </w:tbl>
    <w:p w:rsidR="006F4207" w:rsidRDefault="006F4207" w:rsidP="002D541F">
      <w:pPr>
        <w:rPr>
          <w:szCs w:val="28"/>
        </w:rPr>
      </w:pPr>
    </w:p>
    <w:p w:rsidR="006F4207" w:rsidRDefault="006F4207" w:rsidP="00650E5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Pr="008E7D26">
        <w:rPr>
          <w:b/>
          <w:sz w:val="28"/>
          <w:szCs w:val="28"/>
        </w:rPr>
        <w:t xml:space="preserve">. </w:t>
      </w:r>
      <w:r w:rsidRPr="001571FD">
        <w:rPr>
          <w:b/>
          <w:bCs/>
          <w:sz w:val="28"/>
          <w:szCs w:val="28"/>
        </w:rPr>
        <w:t>Види контролю і система накопичення балів</w:t>
      </w:r>
    </w:p>
    <w:p w:rsidR="006F4207" w:rsidRDefault="006F4207" w:rsidP="00650E57">
      <w:pPr>
        <w:jc w:val="center"/>
        <w:rPr>
          <w:b/>
          <w:bCs/>
          <w:sz w:val="28"/>
          <w:szCs w:val="28"/>
        </w:rPr>
      </w:pPr>
    </w:p>
    <w:p w:rsidR="006F4207" w:rsidRPr="003C3C66" w:rsidRDefault="006F4207" w:rsidP="003C3C66">
      <w:pPr>
        <w:jc w:val="both"/>
        <w:rPr>
          <w:b/>
        </w:rPr>
      </w:pPr>
      <w:r w:rsidRPr="003C3C66">
        <w:rPr>
          <w:b/>
        </w:rPr>
        <w:t>Р</w:t>
      </w:r>
      <w:r w:rsidRPr="003C3C66">
        <w:rPr>
          <w:b/>
          <w:bCs/>
        </w:rPr>
        <w:t>озділ 1</w:t>
      </w:r>
      <w:r w:rsidRPr="003C3C66">
        <w:rPr>
          <w:b/>
        </w:rPr>
        <w:t>. Історія розвитку баскетболу.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3828"/>
        <w:gridCol w:w="850"/>
        <w:gridCol w:w="851"/>
        <w:gridCol w:w="850"/>
        <w:gridCol w:w="784"/>
        <w:gridCol w:w="1166"/>
      </w:tblGrid>
      <w:tr w:rsidR="006F4207" w:rsidRPr="00D73543" w:rsidTr="00DC2DE5">
        <w:trPr>
          <w:trHeight w:val="852"/>
        </w:trPr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uk-UA"/>
              </w:rPr>
              <w:t>Кількість</w:t>
            </w:r>
          </w:p>
          <w:p w:rsidR="006F4207" w:rsidRPr="00DC2DE5" w:rsidRDefault="006F4207" w:rsidP="00DC2DE5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uk-UA"/>
              </w:rPr>
              <w:t>контрольних заходів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Вид контрольного заходу</w:t>
            </w:r>
          </w:p>
        </w:tc>
        <w:tc>
          <w:tcPr>
            <w:tcW w:w="3335" w:type="dxa"/>
            <w:gridSpan w:val="4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uk-UA"/>
              </w:rPr>
              <w:t>Бали/оцінки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Усього балів</w:t>
            </w:r>
          </w:p>
        </w:tc>
      </w:tr>
      <w:tr w:rsidR="006F4207" w:rsidRPr="00D73543" w:rsidTr="00DC2DE5">
        <w:trPr>
          <w:trHeight w:val="273"/>
        </w:trPr>
        <w:tc>
          <w:tcPr>
            <w:tcW w:w="1242" w:type="dxa"/>
            <w:vMerge w:val="restart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vMerge w:val="restart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розвитку фізичних якостей</w:t>
            </w:r>
          </w:p>
        </w:tc>
        <w:tc>
          <w:tcPr>
            <w:tcW w:w="1701" w:type="dxa"/>
            <w:gridSpan w:val="2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</w:tr>
      <w:tr w:rsidR="006F4207" w:rsidRPr="00D73543" w:rsidTr="00DC2DE5">
        <w:tc>
          <w:tcPr>
            <w:tcW w:w="1242" w:type="dxa"/>
            <w:vMerge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практичного виконання елементів техніки гри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розминки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естафет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фізичної підготовки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технічної підготовки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5070" w:type="dxa"/>
            <w:gridSpan w:val="2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 1-й розділ</w:t>
            </w:r>
          </w:p>
        </w:tc>
        <w:tc>
          <w:tcPr>
            <w:tcW w:w="3335" w:type="dxa"/>
            <w:gridSpan w:val="4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30</w:t>
            </w:r>
          </w:p>
        </w:tc>
      </w:tr>
      <w:tr w:rsidR="006F4207" w:rsidRPr="00D73543" w:rsidTr="00DC2DE5">
        <w:tc>
          <w:tcPr>
            <w:tcW w:w="9571" w:type="dxa"/>
            <w:gridSpan w:val="7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2</w:t>
            </w:r>
            <w:r w:rsidRPr="00DC2D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</w:t>
            </w:r>
            <w:r w:rsidRPr="00DC2DE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озділ 2.</w:t>
            </w:r>
            <w:r w:rsidRPr="00DC2DE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      </w:r>
          </w:p>
        </w:tc>
      </w:tr>
      <w:tr w:rsidR="006F4207" w:rsidRPr="00D73543" w:rsidTr="00DC2DE5">
        <w:tc>
          <w:tcPr>
            <w:tcW w:w="1242" w:type="dxa"/>
            <w:vMerge w:val="restart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vMerge w:val="restart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володіння тактичними взаємодіями</w:t>
            </w:r>
          </w:p>
        </w:tc>
        <w:tc>
          <w:tcPr>
            <w:tcW w:w="1701" w:type="dxa"/>
            <w:gridSpan w:val="2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  <w:vMerge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розвитку фізичних якостей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розминки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рухливих ігор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вправ з технічної підготовки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технічної підготовки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6F4207" w:rsidRPr="00D73543" w:rsidTr="00DC2DE5">
        <w:tc>
          <w:tcPr>
            <w:tcW w:w="5070" w:type="dxa"/>
            <w:gridSpan w:val="2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 2-й розділ</w:t>
            </w:r>
          </w:p>
        </w:tc>
        <w:tc>
          <w:tcPr>
            <w:tcW w:w="3335" w:type="dxa"/>
            <w:gridSpan w:val="4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30</w:t>
            </w:r>
          </w:p>
        </w:tc>
      </w:tr>
      <w:tr w:rsidR="006F4207" w:rsidRPr="00D73543" w:rsidTr="00DC2DE5">
        <w:tc>
          <w:tcPr>
            <w:tcW w:w="5070" w:type="dxa"/>
            <w:gridSpan w:val="2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 2  розділи</w:t>
            </w:r>
          </w:p>
        </w:tc>
        <w:tc>
          <w:tcPr>
            <w:tcW w:w="3335" w:type="dxa"/>
            <w:gridSpan w:val="4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60</w:t>
            </w:r>
          </w:p>
        </w:tc>
      </w:tr>
      <w:tr w:rsidR="006F4207" w:rsidRPr="00D73543" w:rsidTr="00DC2DE5">
        <w:tc>
          <w:tcPr>
            <w:tcW w:w="1242" w:type="dxa"/>
            <w:vMerge w:val="restart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vMerge w:val="restart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Підсумковий семестровий контроль:</w:t>
            </w:r>
          </w:p>
        </w:tc>
        <w:tc>
          <w:tcPr>
            <w:tcW w:w="3335" w:type="dxa"/>
            <w:gridSpan w:val="4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40</w:t>
            </w:r>
          </w:p>
        </w:tc>
      </w:tr>
      <w:tr w:rsidR="006F4207" w:rsidRPr="00D73543" w:rsidTr="00DC2DE5">
        <w:tc>
          <w:tcPr>
            <w:tcW w:w="1242" w:type="dxa"/>
            <w:vMerge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теоретичні знання з історії розвитку баскетболу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теоретичні знання з техніки гри 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теоретичні знання з тактики гри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6F4207" w:rsidRPr="00D73543" w:rsidTr="00DC2DE5">
        <w:tc>
          <w:tcPr>
            <w:tcW w:w="1242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теоретичні знання з методики суддівства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6F4207" w:rsidRPr="00D73543" w:rsidTr="00DC2DE5">
        <w:tc>
          <w:tcPr>
            <w:tcW w:w="5070" w:type="dxa"/>
            <w:gridSpan w:val="2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784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6F4207" w:rsidRPr="00DC2DE5" w:rsidRDefault="006F4207" w:rsidP="00DC2DE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C2DE5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6F4207" w:rsidRDefault="006F4207" w:rsidP="00947AF8">
      <w:pPr>
        <w:spacing w:after="120"/>
        <w:rPr>
          <w:b/>
          <w:bCs/>
          <w:sz w:val="28"/>
          <w:szCs w:val="28"/>
        </w:rPr>
      </w:pPr>
    </w:p>
    <w:p w:rsidR="006F4207" w:rsidRDefault="006F4207" w:rsidP="00650E57">
      <w:pPr>
        <w:spacing w:after="120"/>
        <w:jc w:val="center"/>
        <w:rPr>
          <w:b/>
          <w:bCs/>
          <w:sz w:val="28"/>
          <w:szCs w:val="28"/>
        </w:rPr>
      </w:pPr>
      <w:r w:rsidRPr="001571FD">
        <w:rPr>
          <w:b/>
          <w:bCs/>
          <w:sz w:val="28"/>
          <w:szCs w:val="28"/>
        </w:rPr>
        <w:t>Шкала оцінювання: національна та ECTS</w:t>
      </w:r>
    </w:p>
    <w:p w:rsidR="006F4207" w:rsidRPr="001571FD" w:rsidRDefault="006F4207" w:rsidP="00650E57">
      <w:pPr>
        <w:spacing w:after="120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6F4207" w:rsidRPr="00A66747" w:rsidTr="00A5365C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6F4207" w:rsidRPr="0084463C" w:rsidRDefault="006F4207" w:rsidP="00A5365C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75481D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84463C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6F4207" w:rsidRPr="0075481D" w:rsidRDefault="006F4207" w:rsidP="00A5365C">
            <w:pPr>
              <w:pStyle w:val="Heading6"/>
              <w:spacing w:before="0" w:after="0"/>
              <w:jc w:val="center"/>
              <w:rPr>
                <w:lang w:val="uk-UA"/>
              </w:rPr>
            </w:pPr>
            <w:r w:rsidRPr="00A66747">
              <w:t>ECTS</w:t>
            </w:r>
          </w:p>
        </w:tc>
        <w:tc>
          <w:tcPr>
            <w:tcW w:w="4253" w:type="dxa"/>
            <w:vMerge w:val="restart"/>
          </w:tcPr>
          <w:p w:rsidR="006F4207" w:rsidRPr="0075481D" w:rsidRDefault="006F4207" w:rsidP="00A5365C">
            <w:pPr>
              <w:pStyle w:val="Heading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75481D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6F4207" w:rsidRPr="00A66747" w:rsidRDefault="006F4207" w:rsidP="00A5365C">
            <w:pPr>
              <w:jc w:val="center"/>
              <w:rPr>
                <w:b/>
              </w:rPr>
            </w:pPr>
            <w:r w:rsidRPr="00A66747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6F4207" w:rsidRPr="0084463C" w:rsidRDefault="006F4207" w:rsidP="00A5365C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84463C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6F4207" w:rsidRPr="00A66747" w:rsidTr="00A5365C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6F4207" w:rsidRPr="0075481D" w:rsidRDefault="006F4207" w:rsidP="00A5365C">
            <w:pPr>
              <w:pStyle w:val="Heading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:rsidR="006F4207" w:rsidRPr="0075481D" w:rsidRDefault="006F4207" w:rsidP="00A5365C">
            <w:pPr>
              <w:pStyle w:val="Heading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6F4207" w:rsidRPr="00A66747" w:rsidRDefault="006F4207" w:rsidP="00A5365C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кзамен</w:t>
            </w:r>
          </w:p>
        </w:tc>
        <w:tc>
          <w:tcPr>
            <w:tcW w:w="1984" w:type="dxa"/>
          </w:tcPr>
          <w:p w:rsidR="006F4207" w:rsidRPr="00A66747" w:rsidRDefault="006F4207" w:rsidP="00A5365C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алік</w:t>
            </w:r>
          </w:p>
        </w:tc>
      </w:tr>
      <w:tr w:rsidR="006F4207" w:rsidRPr="00A66747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6F4207" w:rsidRPr="00A66747" w:rsidRDefault="006F4207" w:rsidP="00A5365C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vAlign w:val="center"/>
          </w:tcPr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90 – 100</w:t>
            </w:r>
          </w:p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6F4207" w:rsidRPr="00820B54" w:rsidRDefault="006F4207" w:rsidP="00A5365C">
            <w:pPr>
              <w:pStyle w:val="Heading4"/>
              <w:jc w:val="center"/>
              <w:rPr>
                <w:b w:val="0"/>
                <w:i w:val="0"/>
                <w:sz w:val="22"/>
                <w:szCs w:val="22"/>
              </w:rPr>
            </w:pPr>
            <w:r w:rsidRPr="00820B54">
              <w:rPr>
                <w:b w:val="0"/>
                <w:i w:val="0"/>
                <w:sz w:val="22"/>
                <w:szCs w:val="22"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6F4207" w:rsidRPr="00A66747" w:rsidRDefault="006F4207" w:rsidP="00A5365C">
            <w:pPr>
              <w:pStyle w:val="Heading4"/>
              <w:jc w:val="center"/>
              <w:rPr>
                <w:b w:val="0"/>
                <w:sz w:val="22"/>
                <w:szCs w:val="22"/>
              </w:rPr>
            </w:pPr>
            <w:r w:rsidRPr="00A66747">
              <w:rPr>
                <w:b w:val="0"/>
                <w:sz w:val="22"/>
                <w:szCs w:val="22"/>
              </w:rPr>
              <w:t>З</w:t>
            </w:r>
            <w:r w:rsidRPr="00820B54">
              <w:rPr>
                <w:b w:val="0"/>
                <w:i w:val="0"/>
                <w:sz w:val="22"/>
                <w:szCs w:val="22"/>
              </w:rPr>
              <w:t>Зараховано</w:t>
            </w:r>
          </w:p>
        </w:tc>
      </w:tr>
      <w:tr w:rsidR="006F4207" w:rsidRPr="00A66747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6F4207" w:rsidRPr="00A66747" w:rsidRDefault="006F4207" w:rsidP="00A5365C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vAlign w:val="center"/>
          </w:tcPr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85 – 89</w:t>
            </w:r>
          </w:p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984" w:type="dxa"/>
            <w:vMerge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6F4207" w:rsidRPr="00A66747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6F4207" w:rsidRPr="00A66747" w:rsidRDefault="006F4207" w:rsidP="00A5365C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vAlign w:val="center"/>
          </w:tcPr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75 – 84</w:t>
            </w:r>
          </w:p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6F4207" w:rsidRPr="00A66747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6F4207" w:rsidRPr="00A66747" w:rsidRDefault="006F4207" w:rsidP="00A5365C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vAlign w:val="center"/>
          </w:tcPr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70 – 74</w:t>
            </w:r>
          </w:p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984" w:type="dxa"/>
            <w:vMerge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6F4207" w:rsidRPr="00A66747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6F4207" w:rsidRPr="00A66747" w:rsidRDefault="006F4207" w:rsidP="00A5365C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vAlign w:val="center"/>
          </w:tcPr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60 – 69</w:t>
            </w:r>
          </w:p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6F4207" w:rsidRPr="00A66747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6F4207" w:rsidRPr="00A66747" w:rsidRDefault="006F4207" w:rsidP="00A5365C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vAlign w:val="center"/>
          </w:tcPr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35 – 59</w:t>
            </w:r>
          </w:p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Не зараховано</w:t>
            </w:r>
          </w:p>
        </w:tc>
      </w:tr>
      <w:tr w:rsidR="006F4207" w:rsidRPr="00A66747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6F4207" w:rsidRPr="00A66747" w:rsidRDefault="006F4207" w:rsidP="00A5365C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vAlign w:val="center"/>
          </w:tcPr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1 – 34</w:t>
            </w:r>
          </w:p>
          <w:p w:rsidR="006F4207" w:rsidRPr="00A66747" w:rsidRDefault="006F4207" w:rsidP="00A5365C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6F4207" w:rsidRPr="00A66747" w:rsidRDefault="006F4207" w:rsidP="00A5365C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</w:tbl>
    <w:p w:rsidR="006F4207" w:rsidRDefault="006F4207" w:rsidP="002D541F">
      <w:pPr>
        <w:shd w:val="clear" w:color="auto" w:fill="FFFFFF"/>
        <w:jc w:val="center"/>
        <w:rPr>
          <w:b/>
          <w:sz w:val="28"/>
          <w:szCs w:val="28"/>
        </w:rPr>
      </w:pPr>
    </w:p>
    <w:p w:rsidR="006F4207" w:rsidRDefault="006F4207" w:rsidP="002D541F">
      <w:pPr>
        <w:shd w:val="clear" w:color="auto" w:fill="FFFFFF"/>
        <w:jc w:val="center"/>
        <w:rPr>
          <w:b/>
          <w:sz w:val="28"/>
          <w:szCs w:val="28"/>
        </w:rPr>
      </w:pPr>
    </w:p>
    <w:p w:rsidR="006F4207" w:rsidRDefault="006F4207" w:rsidP="002D541F">
      <w:pPr>
        <w:shd w:val="clear" w:color="auto" w:fill="FFFFFF"/>
        <w:jc w:val="center"/>
        <w:rPr>
          <w:b/>
          <w:sz w:val="28"/>
          <w:szCs w:val="28"/>
        </w:rPr>
      </w:pPr>
    </w:p>
    <w:p w:rsidR="006F4207" w:rsidRDefault="006F4207" w:rsidP="002D541F">
      <w:pPr>
        <w:shd w:val="clear" w:color="auto" w:fill="FFFFFF"/>
        <w:jc w:val="center"/>
        <w:rPr>
          <w:b/>
          <w:sz w:val="28"/>
          <w:szCs w:val="28"/>
        </w:rPr>
      </w:pPr>
    </w:p>
    <w:p w:rsidR="006F4207" w:rsidRDefault="006F4207" w:rsidP="00A344B8">
      <w:pPr>
        <w:shd w:val="clear" w:color="auto" w:fill="FFFFFF"/>
        <w:rPr>
          <w:b/>
          <w:sz w:val="28"/>
          <w:szCs w:val="28"/>
        </w:rPr>
      </w:pPr>
    </w:p>
    <w:p w:rsidR="006F4207" w:rsidRDefault="006F4207" w:rsidP="00A344B8">
      <w:pPr>
        <w:shd w:val="clear" w:color="auto" w:fill="FFFFFF"/>
        <w:rPr>
          <w:b/>
          <w:sz w:val="28"/>
          <w:szCs w:val="28"/>
        </w:rPr>
      </w:pPr>
    </w:p>
    <w:p w:rsidR="006F4207" w:rsidRDefault="006F4207" w:rsidP="00A344B8">
      <w:pPr>
        <w:shd w:val="clear" w:color="auto" w:fill="FFFFFF"/>
        <w:rPr>
          <w:b/>
          <w:sz w:val="28"/>
          <w:szCs w:val="28"/>
        </w:rPr>
      </w:pPr>
    </w:p>
    <w:p w:rsidR="006F4207" w:rsidRDefault="006F4207" w:rsidP="002D541F">
      <w:pPr>
        <w:shd w:val="clear" w:color="auto" w:fill="FFFFFF"/>
        <w:jc w:val="center"/>
        <w:rPr>
          <w:b/>
          <w:sz w:val="28"/>
          <w:szCs w:val="28"/>
        </w:rPr>
      </w:pPr>
    </w:p>
    <w:p w:rsidR="006F4207" w:rsidRDefault="006F4207" w:rsidP="002D541F">
      <w:pPr>
        <w:shd w:val="clear" w:color="auto" w:fill="FFFFFF"/>
        <w:jc w:val="center"/>
        <w:rPr>
          <w:b/>
          <w:sz w:val="28"/>
          <w:szCs w:val="28"/>
        </w:rPr>
      </w:pPr>
    </w:p>
    <w:p w:rsidR="006F4207" w:rsidRDefault="006F4207" w:rsidP="002D541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F60C7E">
        <w:rPr>
          <w:b/>
          <w:color w:val="FF0000"/>
          <w:sz w:val="28"/>
          <w:szCs w:val="28"/>
        </w:rPr>
        <w:t xml:space="preserve"> </w:t>
      </w:r>
      <w:r w:rsidRPr="00B560C0">
        <w:rPr>
          <w:b/>
          <w:sz w:val="28"/>
          <w:szCs w:val="28"/>
        </w:rPr>
        <w:t>Рекомендована література</w:t>
      </w:r>
    </w:p>
    <w:p w:rsidR="006F4207" w:rsidRPr="00167F4A" w:rsidRDefault="006F4207" w:rsidP="00650E57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6F4207" w:rsidRPr="00947AF8" w:rsidRDefault="006F4207" w:rsidP="00A344B8">
      <w:pPr>
        <w:pStyle w:val="BodyTextIndent"/>
        <w:spacing w:line="360" w:lineRule="auto"/>
        <w:ind w:firstLine="0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Основна</w:t>
      </w:r>
      <w:r w:rsidRPr="00167F4A">
        <w:rPr>
          <w:sz w:val="28"/>
          <w:szCs w:val="28"/>
          <w:lang w:val="uk-UA"/>
        </w:rPr>
        <w:t>:</w:t>
      </w:r>
    </w:p>
    <w:p w:rsidR="006F4207" w:rsidRPr="00486FB2" w:rsidRDefault="006F4207" w:rsidP="00A344B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color w:val="000000"/>
          <w:sz w:val="28"/>
          <w:szCs w:val="28"/>
        </w:rPr>
        <w:t>Поплавский Л.Ю. Баскетбол /Леонид Поплавский. – К. : Олімпійська література, 2004. – 446 с.</w:t>
      </w:r>
    </w:p>
    <w:p w:rsidR="006F4207" w:rsidRPr="00486FB2" w:rsidRDefault="006F4207" w:rsidP="00A344B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color w:val="000000"/>
          <w:sz w:val="28"/>
          <w:szCs w:val="28"/>
        </w:rPr>
        <w:t xml:space="preserve">Горбуля В.Б., Горбуля В.О., Єсіонова Г.О. </w:t>
      </w:r>
      <w:r w:rsidRPr="00486FB2">
        <w:rPr>
          <w:bCs/>
          <w:sz w:val="28"/>
          <w:szCs w:val="28"/>
        </w:rPr>
        <w:t>Баскетбол: техніка гри в нападі та методика навчання / В.Б.</w:t>
      </w:r>
      <w:r w:rsidRPr="00486FB2">
        <w:rPr>
          <w:color w:val="000000"/>
          <w:sz w:val="28"/>
          <w:szCs w:val="28"/>
        </w:rPr>
        <w:t xml:space="preserve">Горбуля, В.О.Горбуля, Г.О.Єсіонова. – </w:t>
      </w:r>
      <w:r w:rsidRPr="00486FB2">
        <w:rPr>
          <w:bCs/>
          <w:sz w:val="28"/>
          <w:szCs w:val="28"/>
        </w:rPr>
        <w:t>Запоріжжя. ЗНУ – 2007. – 96 с.</w:t>
      </w:r>
    </w:p>
    <w:p w:rsidR="006F4207" w:rsidRPr="00486FB2" w:rsidRDefault="006F4207" w:rsidP="00947AF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 xml:space="preserve">Нестеровский Д.И. Баскетбол: Теория и методика обучения: учеб. пособие для студ. высш. учеб. заведений /Д.И. Нестеровский. </w:t>
      </w:r>
      <w:r w:rsidRPr="00486FB2">
        <w:rPr>
          <w:color w:val="000000"/>
          <w:sz w:val="28"/>
          <w:szCs w:val="28"/>
        </w:rPr>
        <w:t>–</w:t>
      </w:r>
      <w:r w:rsidRPr="00486FB2">
        <w:rPr>
          <w:sz w:val="28"/>
          <w:szCs w:val="28"/>
        </w:rPr>
        <w:t xml:space="preserve"> М.: Академия, 2007. </w:t>
      </w:r>
      <w:r w:rsidRPr="00486FB2">
        <w:rPr>
          <w:color w:val="000000"/>
          <w:sz w:val="28"/>
          <w:szCs w:val="28"/>
        </w:rPr>
        <w:t>–</w:t>
      </w:r>
      <w:r w:rsidRPr="00486FB2">
        <w:rPr>
          <w:sz w:val="28"/>
          <w:szCs w:val="28"/>
        </w:rPr>
        <w:t xml:space="preserve"> 336 с.</w:t>
      </w:r>
    </w:p>
    <w:p w:rsidR="006F4207" w:rsidRPr="00924A33" w:rsidRDefault="006F4207" w:rsidP="00924A33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Горбуля В.Б., Горбуля В.О., Бессарабов М.С Баскетбол: техніка гри в захисті та методика навчання</w:t>
      </w:r>
      <w:r w:rsidRPr="00486FB2">
        <w:rPr>
          <w:bCs/>
          <w:sz w:val="28"/>
          <w:szCs w:val="28"/>
        </w:rPr>
        <w:t xml:space="preserve"> /В.Б.Горбуля та інші. – ЗНУ, 2010. – 48 с.</w:t>
      </w:r>
    </w:p>
    <w:p w:rsidR="006F4207" w:rsidRPr="00486FB2" w:rsidRDefault="006F4207" w:rsidP="00947AF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Родин А.В. Баскетбол в университете: Теоретическое и учебно-методическое обеспечение системы подготовки студентов в спортивном клубе: учеб. пособие / Родин А.В. , Губа Д.В. – Советский спорт, 2009. –168 с.</w:t>
      </w:r>
    </w:p>
    <w:p w:rsidR="006F4207" w:rsidRPr="00486FB2" w:rsidRDefault="006F4207" w:rsidP="00924A33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bCs/>
          <w:sz w:val="28"/>
          <w:szCs w:val="28"/>
        </w:rPr>
        <w:t>Горбуля В.Б., Горбуля В.О., Бессарабов М.С., Эсіонова Г.О. Ігри на заняттях з баскетболу. Частина Ι та ΙΙ /В.Б.Горбуля та інші. – ЗНУ, 2009. – 75 с.</w:t>
      </w:r>
    </w:p>
    <w:p w:rsidR="006F4207" w:rsidRPr="00486FB2" w:rsidRDefault="006F4207" w:rsidP="00947AF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Тригорлов В.В Баскетбол. Для всех и каждого: учебно-методическое пособие / В.В. Тригорлов. – Спорт, 2007. – 146 с.</w:t>
      </w:r>
    </w:p>
    <w:p w:rsidR="006F4207" w:rsidRPr="00486FB2" w:rsidRDefault="006F4207" w:rsidP="00947AF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Корягин В.М. Баскетбол для всех. Настольная книга любителей баскетбола / В.М. Корягин. – Физкультура и спорт, 2006. – 173 с.</w:t>
      </w:r>
    </w:p>
    <w:p w:rsidR="006F4207" w:rsidRPr="00486FB2" w:rsidRDefault="006F4207" w:rsidP="00924A33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color w:val="000000"/>
          <w:sz w:val="28"/>
          <w:szCs w:val="28"/>
        </w:rPr>
        <w:t xml:space="preserve">Горбуля В.Б., Горбуля В.О., Бессарабов М.С. </w:t>
      </w:r>
      <w:r w:rsidRPr="00486FB2">
        <w:rPr>
          <w:bCs/>
          <w:sz w:val="28"/>
          <w:szCs w:val="28"/>
        </w:rPr>
        <w:t>Навчання прийомів техніки гри в баскетбол / В.Б.Горбуля, В.О.Горбуля, М.С.Бессарабов. – ЗНУ – 2008. – 98 с.</w:t>
      </w:r>
    </w:p>
    <w:p w:rsidR="006F4207" w:rsidRPr="00486FB2" w:rsidRDefault="006F4207" w:rsidP="00947AF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Морган Вуден. Как добиться успеха в подготовке баскетболистов /Морган Вуден. – ТВТ Дивизион, 2008. – 400 с.</w:t>
      </w:r>
    </w:p>
    <w:p w:rsidR="006F4207" w:rsidRPr="00486FB2" w:rsidRDefault="006F4207" w:rsidP="00947AF8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color w:val="000000"/>
          <w:sz w:val="28"/>
          <w:szCs w:val="28"/>
        </w:rPr>
        <w:t>Дубенчук А.І. Баскетбол /Анатолій Дубенчук. – Х.:Ранок, 2009. – 144с.</w:t>
      </w:r>
    </w:p>
    <w:p w:rsidR="006F4207" w:rsidRPr="00486FB2" w:rsidRDefault="006F4207" w:rsidP="00486FB2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Носов В.В. Основные упражнения баскетболиста на начальном этапе обучения: Методические указания / В.В. Носов. –  Академия, 2006. – 30с.</w:t>
      </w:r>
    </w:p>
    <w:p w:rsidR="006F4207" w:rsidRPr="00924A33" w:rsidRDefault="006F4207" w:rsidP="00924A33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Горбуля В.Б., Горбуля В.О., Горбуля О.В., Бессарабов М.С. Баскетбол: організація та проведення змагань: навчально-методичний посібник для студентів освітньо-кваліфікаційного рівня «бакалавр» усіх напрямів підготовки. – Запоріжжя: ЗНУ, 2014. – 118 с.</w:t>
      </w:r>
    </w:p>
    <w:p w:rsidR="006F4207" w:rsidRPr="00486FB2" w:rsidRDefault="006F4207" w:rsidP="00486FB2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Гусев С.В. Программная самоподготовка судей по баскетболу и организация проведения соревнований: учебно-метод. пособие / С.В. Гусев. – ВГПУ, учебно-методическое пособие. – Воронеж, 2000. – 160 с.</w:t>
      </w:r>
    </w:p>
    <w:p w:rsidR="006F4207" w:rsidRPr="00486FB2" w:rsidRDefault="006F4207" w:rsidP="00924A33">
      <w:pPr>
        <w:widowControl w:val="0"/>
        <w:numPr>
          <w:ilvl w:val="0"/>
          <w:numId w:val="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486FB2">
        <w:rPr>
          <w:sz w:val="28"/>
          <w:szCs w:val="28"/>
        </w:rPr>
        <w:t>Горбуля В.Б. Баскетбол: Фізична підготовка: навчально-методичний посібник для здобувачів ступеня вищої освіти бакалавра всіх напрямів підготовки /В.Б. Горбуля, В.О. Горбуля, О.В. Горбуля. – Запоріжжя: ЗНУ, 2015. – 91 с.</w:t>
      </w:r>
    </w:p>
    <w:p w:rsidR="006F4207" w:rsidRPr="00947AF8" w:rsidRDefault="006F4207" w:rsidP="00947AF8">
      <w:pPr>
        <w:tabs>
          <w:tab w:val="left" w:pos="360"/>
        </w:tabs>
        <w:spacing w:line="360" w:lineRule="auto"/>
        <w:ind w:left="567" w:hanging="567"/>
        <w:jc w:val="both"/>
        <w:rPr>
          <w:b/>
          <w:sz w:val="28"/>
          <w:szCs w:val="28"/>
        </w:rPr>
      </w:pPr>
      <w:r w:rsidRPr="00947AF8">
        <w:rPr>
          <w:b/>
          <w:sz w:val="28"/>
          <w:szCs w:val="28"/>
        </w:rPr>
        <w:t>Додаткова: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Банников А.М. Студенческий баскетбол (планирование, организация и проведение тренировочного процесса) / Банников А.М., Силкин В.А., Костюков В.В. – Советский спорт, 2000. – 44 с.</w:t>
      </w:r>
    </w:p>
    <w:p w:rsidR="006F4207" w:rsidRPr="00924A33" w:rsidRDefault="006F4207" w:rsidP="00924A33">
      <w:pPr>
        <w:pStyle w:val="ListParagraph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4A33">
        <w:rPr>
          <w:rFonts w:ascii="Times New Roman" w:hAnsi="Times New Roman"/>
          <w:sz w:val="28"/>
          <w:szCs w:val="28"/>
          <w:lang w:val="uk-UA"/>
        </w:rPr>
        <w:t>Горбуля В.О., Горбуля В.Б., Рибалка О.І, Кушнір Г.І. Фізичне виховання: Баскетбол: Практикум для студентів 3-4 курсів усіх спеціальностей. - Запоріжжя: ЗНУ, 2010. – 67 с.</w:t>
      </w:r>
    </w:p>
    <w:p w:rsidR="006F4207" w:rsidRPr="00924A33" w:rsidRDefault="006F4207" w:rsidP="00924A33">
      <w:pPr>
        <w:pStyle w:val="ListParagraph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924A33">
        <w:rPr>
          <w:rFonts w:ascii="Times New Roman" w:hAnsi="Times New Roman"/>
          <w:sz w:val="28"/>
          <w:szCs w:val="28"/>
          <w:lang w:val="uk-UA"/>
        </w:rPr>
        <w:t>Горбуля В.О., Горбуля В.Б., Рибалка О.І, Єсіонова Г.О. Фізичне виховання: Баскетбол: Практикум для студентів 1-2 курсів усіх спеціальностей. – Запоріжжя: ЗНУ, 2010. – 75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Губа В.П. Особенности отбора в баскетболе / В.П. Губа, С.Г. Фомин, С.В. Чернов. – М.: Физкультура и спорт, 2006. – 144с.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Портнов Ю.М. Баскетбол. Примерные программы спортивной подготовки для детско-юношеских спортивных школ, специализированных детско-юношеских школ олимпийского резерва /Портнов Ю., Башкирова В., Луничкин В., Духовный М. – Советский спорт, 2009. – 100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Железняк Ю. Д. Спортивные игры. Техника, тактика, методика обучения /Железняк Ю. Д., Портнов Ю. М., Савин В. П., Лексаков А. В. – Академия, 2008. – 520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bCs/>
          <w:sz w:val="28"/>
          <w:szCs w:val="28"/>
        </w:rPr>
        <w:t>Андреев С.Е. Спортивные игры / С.Е. Андреев. – Просвет, 2005. – 329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Горбуля В.Б., Бессарабов М.С. Баскетбол: Практикум до лабораторних занять / В.Б.Горбуля, М.С.Бессарабов. – Запоріжжя: ЗНУ, 2008. – 79с.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color w:val="000000"/>
          <w:spacing w:val="6"/>
          <w:sz w:val="28"/>
          <w:szCs w:val="28"/>
        </w:rPr>
        <w:t>Спортивные игры. Учебник для вузов. Том 1 /Под ред. Ю.Д. Железняка,</w:t>
      </w:r>
      <w:r w:rsidRPr="00924A33">
        <w:rPr>
          <w:color w:val="000000"/>
          <w:spacing w:val="-17"/>
          <w:sz w:val="28"/>
          <w:szCs w:val="28"/>
        </w:rPr>
        <w:t xml:space="preserve"> </w:t>
      </w:r>
      <w:r w:rsidRPr="00924A33">
        <w:rPr>
          <w:color w:val="000000"/>
          <w:spacing w:val="3"/>
          <w:sz w:val="28"/>
          <w:szCs w:val="28"/>
        </w:rPr>
        <w:t xml:space="preserve">Ю.М. Портнова. </w:t>
      </w:r>
      <w:r w:rsidRPr="00924A33">
        <w:rPr>
          <w:color w:val="000000"/>
          <w:sz w:val="28"/>
          <w:szCs w:val="28"/>
        </w:rPr>
        <w:t>–</w:t>
      </w:r>
      <w:r w:rsidRPr="00924A33">
        <w:rPr>
          <w:color w:val="000000"/>
          <w:spacing w:val="3"/>
          <w:sz w:val="28"/>
          <w:szCs w:val="28"/>
        </w:rPr>
        <w:t xml:space="preserve"> М.: Изд. Центр Академия, 2002. </w:t>
      </w:r>
      <w:r w:rsidRPr="00924A33">
        <w:rPr>
          <w:color w:val="000000"/>
          <w:sz w:val="28"/>
          <w:szCs w:val="28"/>
        </w:rPr>
        <w:t xml:space="preserve">– </w:t>
      </w:r>
      <w:r w:rsidRPr="00924A33">
        <w:rPr>
          <w:color w:val="000000"/>
          <w:spacing w:val="3"/>
          <w:sz w:val="28"/>
          <w:szCs w:val="28"/>
        </w:rPr>
        <w:t>316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color w:val="000000"/>
          <w:spacing w:val="7"/>
          <w:sz w:val="28"/>
          <w:szCs w:val="28"/>
        </w:rPr>
        <w:t>Спортивные игры. Учебник для вузов. Том 2 /Под ред. Ю.Д. Железняка,</w:t>
      </w:r>
      <w:r w:rsidRPr="00924A33">
        <w:rPr>
          <w:sz w:val="28"/>
          <w:szCs w:val="28"/>
        </w:rPr>
        <w:t xml:space="preserve"> </w:t>
      </w:r>
      <w:r w:rsidRPr="00924A33">
        <w:rPr>
          <w:color w:val="000000"/>
          <w:spacing w:val="1"/>
          <w:sz w:val="28"/>
          <w:szCs w:val="28"/>
        </w:rPr>
        <w:t xml:space="preserve">Ю.М. Портнова. </w:t>
      </w:r>
      <w:r w:rsidRPr="00924A33">
        <w:rPr>
          <w:color w:val="000000"/>
          <w:sz w:val="28"/>
          <w:szCs w:val="28"/>
        </w:rPr>
        <w:t>–</w:t>
      </w:r>
      <w:r w:rsidRPr="00924A33">
        <w:rPr>
          <w:color w:val="000000"/>
          <w:spacing w:val="1"/>
          <w:sz w:val="28"/>
          <w:szCs w:val="28"/>
        </w:rPr>
        <w:t xml:space="preserve"> М.: Изд. Центр Академия, 2004. </w:t>
      </w:r>
      <w:r w:rsidRPr="00924A33">
        <w:rPr>
          <w:color w:val="000000"/>
          <w:sz w:val="28"/>
          <w:szCs w:val="28"/>
        </w:rPr>
        <w:t>–</w:t>
      </w:r>
      <w:r w:rsidRPr="00924A33">
        <w:rPr>
          <w:color w:val="000000"/>
          <w:spacing w:val="1"/>
          <w:sz w:val="28"/>
          <w:szCs w:val="28"/>
        </w:rPr>
        <w:t xml:space="preserve"> 288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color w:val="000000"/>
          <w:spacing w:val="2"/>
          <w:sz w:val="28"/>
          <w:szCs w:val="28"/>
        </w:rPr>
        <w:t xml:space="preserve">Программа для общеобразовательных и учебных заведений по физической культуре. </w:t>
      </w:r>
      <w:r w:rsidRPr="00924A33">
        <w:rPr>
          <w:color w:val="000000"/>
          <w:sz w:val="28"/>
          <w:szCs w:val="28"/>
        </w:rPr>
        <w:t>–</w:t>
      </w:r>
      <w:r w:rsidRPr="00924A33">
        <w:rPr>
          <w:color w:val="000000"/>
          <w:spacing w:val="2"/>
          <w:sz w:val="28"/>
          <w:szCs w:val="28"/>
        </w:rPr>
        <w:t xml:space="preserve"> К.: Перун, 2005. </w:t>
      </w:r>
      <w:r w:rsidRPr="00924A33">
        <w:rPr>
          <w:color w:val="000000"/>
          <w:sz w:val="28"/>
          <w:szCs w:val="28"/>
        </w:rPr>
        <w:t>–</w:t>
      </w:r>
      <w:r w:rsidRPr="00924A33">
        <w:rPr>
          <w:color w:val="000000"/>
          <w:spacing w:val="2"/>
          <w:sz w:val="28"/>
          <w:szCs w:val="28"/>
        </w:rPr>
        <w:t xml:space="preserve"> 62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 xml:space="preserve">Пельменев В.К. Методика совершенствования точности бросков у баскетболистов: учеб. пособие /В.К. Пельменев. </w:t>
      </w:r>
      <w:r w:rsidRPr="00924A33">
        <w:rPr>
          <w:color w:val="000000"/>
          <w:sz w:val="28"/>
          <w:szCs w:val="28"/>
        </w:rPr>
        <w:t>–</w:t>
      </w:r>
      <w:r w:rsidRPr="00924A33">
        <w:rPr>
          <w:sz w:val="28"/>
          <w:szCs w:val="28"/>
        </w:rPr>
        <w:t xml:space="preserve"> М.: Физкультура и сплорт, 2000. </w:t>
      </w:r>
      <w:r w:rsidRPr="00924A33">
        <w:rPr>
          <w:color w:val="000000"/>
          <w:sz w:val="28"/>
          <w:szCs w:val="28"/>
        </w:rPr>
        <w:t>–</w:t>
      </w:r>
      <w:r w:rsidRPr="00924A33">
        <w:rPr>
          <w:sz w:val="28"/>
          <w:szCs w:val="28"/>
        </w:rPr>
        <w:t xml:space="preserve"> 162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Лосева И.В. Основные моменты отбора в баскетболе: Методические рекомендации / И.В. Лосева. – Волгоград: Просвещение, 2000. – 24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Виссел Хол, Баскетбол. Шаги к успеху / Виссел Хол. – АСТ, Астрель, 2009 – 112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color w:val="000000"/>
          <w:sz w:val="28"/>
          <w:szCs w:val="28"/>
        </w:rPr>
        <w:t xml:space="preserve">Спортивные игры: Совершенствование спортивного мастерства: Учебник для студ.вузов / Под ред.Ю.Д. Железняка, Ю.М. Портнова. — М.: Академия, 2004. </w:t>
      </w:r>
      <w:r w:rsidRPr="00924A33">
        <w:rPr>
          <w:sz w:val="28"/>
          <w:szCs w:val="28"/>
        </w:rPr>
        <w:t>–</w:t>
      </w:r>
      <w:r w:rsidRPr="00924A33">
        <w:rPr>
          <w:color w:val="000000"/>
          <w:sz w:val="28"/>
          <w:szCs w:val="28"/>
        </w:rPr>
        <w:t xml:space="preserve"> 400 с. 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 xml:space="preserve">Годик М. А. Комплексный контроль в спортивных играх </w:t>
      </w:r>
      <w:r w:rsidRPr="00924A33">
        <w:rPr>
          <w:color w:val="000000"/>
          <w:sz w:val="28"/>
          <w:szCs w:val="28"/>
        </w:rPr>
        <w:t xml:space="preserve">/ </w:t>
      </w:r>
      <w:r w:rsidRPr="00924A33">
        <w:rPr>
          <w:sz w:val="28"/>
          <w:szCs w:val="28"/>
        </w:rPr>
        <w:t>Годик М. А., Скородумова А. П. – Советский спорт, 2010. – 333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>Неверкович С.Д. Педагогика физической культуры и спорта /Неверкович С.Д., Аронова Т.В., Баймурзин А.Р. – Академия, 2010 – 336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sz w:val="28"/>
          <w:szCs w:val="28"/>
        </w:rPr>
        <w:t xml:space="preserve">Фарфель В.С. Управление движениями в спорте /Фарфель В.С. </w:t>
      </w:r>
      <w:r w:rsidRPr="00924A33">
        <w:rPr>
          <w:bCs/>
          <w:sz w:val="28"/>
          <w:szCs w:val="28"/>
        </w:rPr>
        <w:t xml:space="preserve">– </w:t>
      </w:r>
      <w:r w:rsidRPr="00924A33">
        <w:rPr>
          <w:sz w:val="28"/>
          <w:szCs w:val="28"/>
        </w:rPr>
        <w:t xml:space="preserve">Советский спорт, 2010. </w:t>
      </w:r>
      <w:r w:rsidRPr="00924A33">
        <w:rPr>
          <w:bCs/>
          <w:sz w:val="28"/>
          <w:szCs w:val="28"/>
        </w:rPr>
        <w:t>–</w:t>
      </w:r>
      <w:r w:rsidRPr="00924A33">
        <w:rPr>
          <w:sz w:val="28"/>
          <w:szCs w:val="28"/>
        </w:rPr>
        <w:t xml:space="preserve"> 200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bCs/>
          <w:sz w:val="28"/>
          <w:szCs w:val="28"/>
        </w:rPr>
        <w:t>Волков Л.В. Теория и методика детского и юношеского спорта / Л.В. Волков – К.: Олимпийская литература, 2002. – 294 с.</w:t>
      </w:r>
    </w:p>
    <w:p w:rsidR="006F4207" w:rsidRPr="00924A33" w:rsidRDefault="006F4207" w:rsidP="00924A33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924A33">
        <w:rPr>
          <w:bCs/>
          <w:sz w:val="28"/>
          <w:szCs w:val="28"/>
        </w:rPr>
        <w:t>Круцевич Т.Ю. Теория и методика физического воспитания : [в 2-х томах] / Т.Ю. Круцевич – К.:Олимпийская литература, 2003. – 280 с.</w:t>
      </w:r>
    </w:p>
    <w:p w:rsidR="006F4207" w:rsidRDefault="006F4207" w:rsidP="00924A33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8"/>
          <w:szCs w:val="28"/>
        </w:rPr>
      </w:pPr>
    </w:p>
    <w:p w:rsidR="006F4207" w:rsidRDefault="006F4207" w:rsidP="00924A33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8"/>
          <w:szCs w:val="28"/>
        </w:rPr>
      </w:pPr>
    </w:p>
    <w:p w:rsidR="006F4207" w:rsidRDefault="006F4207" w:rsidP="00924A33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8"/>
          <w:szCs w:val="28"/>
        </w:rPr>
      </w:pPr>
    </w:p>
    <w:p w:rsidR="006F4207" w:rsidRDefault="006F4207" w:rsidP="00650E5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</w:rPr>
      </w:pPr>
      <w:r w:rsidRPr="00167F4A">
        <w:rPr>
          <w:b/>
          <w:sz w:val="28"/>
          <w:szCs w:val="28"/>
        </w:rPr>
        <w:t>Інформаційні ресурси</w:t>
      </w:r>
    </w:p>
    <w:p w:rsidR="006F4207" w:rsidRPr="00167F4A" w:rsidRDefault="006F4207" w:rsidP="00650E5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 w:val="28"/>
          <w:szCs w:val="28"/>
        </w:rPr>
      </w:pPr>
    </w:p>
    <w:p w:rsidR="006F4207" w:rsidRPr="00FF5BE9" w:rsidRDefault="006F4207" w:rsidP="00A344B8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Запорізька обласна універсальна наукова бібліотека імені О.М. Горького [Електронний ресурс] – Режим доступу </w:t>
      </w:r>
      <w:hyperlink r:id="rId7" w:history="1">
        <w:r w:rsidRPr="00FF5BE9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http://zounb.zp.ua/</w:t>
        </w:r>
      </w:hyperlink>
    </w:p>
    <w:p w:rsidR="006F4207" w:rsidRPr="00FF5BE9" w:rsidRDefault="006F4207" w:rsidP="00A344B8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Наукова бібліотека Запорізького національного університету [Електронний ресурс] – Режим доступу </w:t>
      </w:r>
      <w:hyperlink r:id="rId8" w:history="1">
        <w:r w:rsidRPr="00FF5BE9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http://library.znu.edu.ua/</w:t>
        </w:r>
      </w:hyperlink>
    </w:p>
    <w:p w:rsidR="006F4207" w:rsidRPr="00FF5BE9" w:rsidRDefault="006F4207" w:rsidP="00A344B8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Національна бібліотека України імені В. І. Вернадського [Електронний ресурс] </w:t>
      </w:r>
      <w:hyperlink r:id="rId9" w:history="1">
        <w:r w:rsidRPr="00FF5BE9">
          <w:rPr>
            <w:rStyle w:val="Hyperlink"/>
            <w:rFonts w:ascii="Times New Roman" w:hAnsi="Times New Roman"/>
            <w:color w:val="auto"/>
            <w:sz w:val="28"/>
            <w:szCs w:val="28"/>
          </w:rPr>
          <w:t>www.nbuv.gov.ua</w:t>
        </w:r>
      </w:hyperlink>
    </w:p>
    <w:p w:rsidR="006F4207" w:rsidRPr="00167F4A" w:rsidRDefault="006F4207" w:rsidP="00A344B8">
      <w:pPr>
        <w:shd w:val="clear" w:color="auto" w:fill="FFFFFF"/>
        <w:tabs>
          <w:tab w:val="left" w:pos="365"/>
        </w:tabs>
        <w:spacing w:before="14" w:line="360" w:lineRule="auto"/>
        <w:rPr>
          <w:spacing w:val="-20"/>
          <w:sz w:val="28"/>
          <w:szCs w:val="28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Pr="00245C0D" w:rsidRDefault="006F4207" w:rsidP="00650E57">
      <w:pPr>
        <w:rPr>
          <w:color w:val="000000"/>
          <w:spacing w:val="-13"/>
          <w:sz w:val="28"/>
          <w:szCs w:val="28"/>
          <w:lang w:val="ru-RU"/>
        </w:rPr>
      </w:pPr>
    </w:p>
    <w:p w:rsidR="006F4207" w:rsidRPr="00167F4A" w:rsidRDefault="006F4207" w:rsidP="00650E57">
      <w:pPr>
        <w:rPr>
          <w:sz w:val="28"/>
          <w:szCs w:val="28"/>
        </w:rPr>
      </w:pPr>
      <w:r w:rsidRPr="00167F4A">
        <w:rPr>
          <w:sz w:val="28"/>
          <w:szCs w:val="28"/>
        </w:rPr>
        <w:t xml:space="preserve">Погоджено _____________ </w:t>
      </w:r>
    </w:p>
    <w:p w:rsidR="006F4207" w:rsidRPr="00B930CD" w:rsidRDefault="006F4207" w:rsidP="00650E57">
      <w:pPr>
        <w:rPr>
          <w:sz w:val="28"/>
          <w:szCs w:val="28"/>
        </w:rPr>
      </w:pPr>
      <w:r w:rsidRPr="00B930CD">
        <w:rPr>
          <w:sz w:val="28"/>
          <w:szCs w:val="28"/>
        </w:rPr>
        <w:t>відділ з навчальної роботи</w:t>
      </w:r>
    </w:p>
    <w:p w:rsidR="006F4207" w:rsidRDefault="006F4207" w:rsidP="00650E57">
      <w:pPr>
        <w:rPr>
          <w:sz w:val="28"/>
          <w:szCs w:val="28"/>
        </w:rPr>
      </w:pPr>
      <w:r>
        <w:rPr>
          <w:sz w:val="28"/>
          <w:szCs w:val="28"/>
        </w:rPr>
        <w:t>«_____»________________</w:t>
      </w:r>
    </w:p>
    <w:p w:rsidR="006F4207" w:rsidRPr="00B930CD" w:rsidRDefault="006F4207" w:rsidP="00650E57">
      <w:pPr>
        <w:rPr>
          <w:sz w:val="28"/>
          <w:szCs w:val="28"/>
        </w:rPr>
      </w:pPr>
    </w:p>
    <w:p w:rsidR="006F4207" w:rsidRPr="006850AA" w:rsidRDefault="006F4207" w:rsidP="00650E57">
      <w:pPr>
        <w:jc w:val="both"/>
      </w:pPr>
    </w:p>
    <w:p w:rsidR="006F4207" w:rsidRPr="00245C0D" w:rsidRDefault="006F4207" w:rsidP="00650E57">
      <w:pPr>
        <w:ind w:left="142" w:firstLine="425"/>
        <w:jc w:val="center"/>
        <w:rPr>
          <w:i/>
          <w:sz w:val="22"/>
          <w:szCs w:val="22"/>
          <w:lang w:val="ru-RU"/>
        </w:rPr>
      </w:pPr>
    </w:p>
    <w:p w:rsidR="006F4207" w:rsidRDefault="006F4207" w:rsidP="00650E57">
      <w:pPr>
        <w:ind w:left="142" w:firstLine="425"/>
        <w:jc w:val="center"/>
        <w:rPr>
          <w:sz w:val="22"/>
          <w:szCs w:val="22"/>
        </w:rPr>
      </w:pPr>
    </w:p>
    <w:sectPr w:rsidR="006F4207" w:rsidSect="00A536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207" w:rsidRDefault="006F4207" w:rsidP="001C0841">
      <w:r>
        <w:separator/>
      </w:r>
    </w:p>
  </w:endnote>
  <w:endnote w:type="continuationSeparator" w:id="0">
    <w:p w:rsidR="006F4207" w:rsidRDefault="006F4207" w:rsidP="001C0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07" w:rsidRDefault="006F42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07" w:rsidRDefault="006F42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07" w:rsidRDefault="006F42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207" w:rsidRDefault="006F4207" w:rsidP="001C0841">
      <w:r>
        <w:separator/>
      </w:r>
    </w:p>
  </w:footnote>
  <w:footnote w:type="continuationSeparator" w:id="0">
    <w:p w:rsidR="006F4207" w:rsidRDefault="006F4207" w:rsidP="001C0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07" w:rsidRDefault="006F4207" w:rsidP="00A5365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F4207" w:rsidRDefault="006F4207" w:rsidP="00A5365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07" w:rsidRDefault="006F4207" w:rsidP="00A5365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F4207" w:rsidRDefault="006F4207" w:rsidP="00A5365C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07" w:rsidRDefault="006F42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6EDE8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2">
    <w:nsid w:val="12741A1D"/>
    <w:multiLevelType w:val="multilevel"/>
    <w:tmpl w:val="243ED8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3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28A62539"/>
    <w:multiLevelType w:val="hybridMultilevel"/>
    <w:tmpl w:val="6172BD76"/>
    <w:lvl w:ilvl="0" w:tplc="3FC4C7AA">
      <w:start w:val="1"/>
      <w:numFmt w:val="decimal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9517C7"/>
    <w:multiLevelType w:val="hybridMultilevel"/>
    <w:tmpl w:val="ABBCE8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737907"/>
    <w:multiLevelType w:val="hybridMultilevel"/>
    <w:tmpl w:val="A17C875C"/>
    <w:lvl w:ilvl="0" w:tplc="A330F06A">
      <w:start w:val="1"/>
      <w:numFmt w:val="decimal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67019EF"/>
    <w:multiLevelType w:val="hybridMultilevel"/>
    <w:tmpl w:val="F47A854A"/>
    <w:lvl w:ilvl="0" w:tplc="6D54C4A2">
      <w:start w:val="2"/>
      <w:numFmt w:val="bullet"/>
      <w:lvlText w:val="-"/>
      <w:lvlJc w:val="left"/>
      <w:pPr>
        <w:tabs>
          <w:tab w:val="num" w:pos="742"/>
        </w:tabs>
        <w:ind w:left="742" w:hanging="60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57"/>
    <w:rsid w:val="00006075"/>
    <w:rsid w:val="00025CF3"/>
    <w:rsid w:val="000300EC"/>
    <w:rsid w:val="00053B8D"/>
    <w:rsid w:val="00076E79"/>
    <w:rsid w:val="000A5A5B"/>
    <w:rsid w:val="000B458B"/>
    <w:rsid w:val="000C5190"/>
    <w:rsid w:val="000D1576"/>
    <w:rsid w:val="001418CA"/>
    <w:rsid w:val="00144716"/>
    <w:rsid w:val="00147560"/>
    <w:rsid w:val="001571FD"/>
    <w:rsid w:val="00167F4A"/>
    <w:rsid w:val="001B621B"/>
    <w:rsid w:val="001C0841"/>
    <w:rsid w:val="00217CE5"/>
    <w:rsid w:val="00236728"/>
    <w:rsid w:val="00245C0D"/>
    <w:rsid w:val="002B2A6C"/>
    <w:rsid w:val="002D541F"/>
    <w:rsid w:val="002E260E"/>
    <w:rsid w:val="002E2AFF"/>
    <w:rsid w:val="002F7237"/>
    <w:rsid w:val="00324BB1"/>
    <w:rsid w:val="003258C2"/>
    <w:rsid w:val="00393BE2"/>
    <w:rsid w:val="003C3C66"/>
    <w:rsid w:val="003C72B9"/>
    <w:rsid w:val="003E0CC2"/>
    <w:rsid w:val="003E1BBF"/>
    <w:rsid w:val="00466187"/>
    <w:rsid w:val="00486FB2"/>
    <w:rsid w:val="0050271C"/>
    <w:rsid w:val="005202C2"/>
    <w:rsid w:val="005A3570"/>
    <w:rsid w:val="005A778B"/>
    <w:rsid w:val="005B1232"/>
    <w:rsid w:val="005E53B3"/>
    <w:rsid w:val="00600396"/>
    <w:rsid w:val="00645F1B"/>
    <w:rsid w:val="00650E57"/>
    <w:rsid w:val="00656C6B"/>
    <w:rsid w:val="0066311F"/>
    <w:rsid w:val="00683F45"/>
    <w:rsid w:val="0068497D"/>
    <w:rsid w:val="006850AA"/>
    <w:rsid w:val="006B4FEF"/>
    <w:rsid w:val="006F4207"/>
    <w:rsid w:val="007059D9"/>
    <w:rsid w:val="0073126F"/>
    <w:rsid w:val="0075481D"/>
    <w:rsid w:val="007674F2"/>
    <w:rsid w:val="007D0B6D"/>
    <w:rsid w:val="00820B54"/>
    <w:rsid w:val="0083019F"/>
    <w:rsid w:val="0084463C"/>
    <w:rsid w:val="00895293"/>
    <w:rsid w:val="008A5B1B"/>
    <w:rsid w:val="008B4F29"/>
    <w:rsid w:val="008B741D"/>
    <w:rsid w:val="008E7D26"/>
    <w:rsid w:val="00924A33"/>
    <w:rsid w:val="00947AF8"/>
    <w:rsid w:val="00972B23"/>
    <w:rsid w:val="00991F9E"/>
    <w:rsid w:val="009B632F"/>
    <w:rsid w:val="00A32625"/>
    <w:rsid w:val="00A344B8"/>
    <w:rsid w:val="00A46EB6"/>
    <w:rsid w:val="00A5365C"/>
    <w:rsid w:val="00A620BD"/>
    <w:rsid w:val="00A66747"/>
    <w:rsid w:val="00A72F9D"/>
    <w:rsid w:val="00A97780"/>
    <w:rsid w:val="00AA7ABF"/>
    <w:rsid w:val="00AD27CC"/>
    <w:rsid w:val="00AE70F6"/>
    <w:rsid w:val="00B1680F"/>
    <w:rsid w:val="00B560C0"/>
    <w:rsid w:val="00B90C23"/>
    <w:rsid w:val="00B930CD"/>
    <w:rsid w:val="00B95467"/>
    <w:rsid w:val="00BA5CCC"/>
    <w:rsid w:val="00BE2759"/>
    <w:rsid w:val="00C80F99"/>
    <w:rsid w:val="00C90350"/>
    <w:rsid w:val="00D17030"/>
    <w:rsid w:val="00D21BC6"/>
    <w:rsid w:val="00D36EAE"/>
    <w:rsid w:val="00D55477"/>
    <w:rsid w:val="00D557DA"/>
    <w:rsid w:val="00D71BC5"/>
    <w:rsid w:val="00D73543"/>
    <w:rsid w:val="00D73D06"/>
    <w:rsid w:val="00D93A3E"/>
    <w:rsid w:val="00DA50C8"/>
    <w:rsid w:val="00DC2DE5"/>
    <w:rsid w:val="00DD085D"/>
    <w:rsid w:val="00DD7FA0"/>
    <w:rsid w:val="00E01847"/>
    <w:rsid w:val="00E21580"/>
    <w:rsid w:val="00E238D3"/>
    <w:rsid w:val="00E77E64"/>
    <w:rsid w:val="00E84847"/>
    <w:rsid w:val="00E84954"/>
    <w:rsid w:val="00E92E3B"/>
    <w:rsid w:val="00E97F3A"/>
    <w:rsid w:val="00EE13C2"/>
    <w:rsid w:val="00F32EF2"/>
    <w:rsid w:val="00F5526B"/>
    <w:rsid w:val="00F60C7E"/>
    <w:rsid w:val="00F70A8A"/>
    <w:rsid w:val="00FF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50E57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0E57"/>
    <w:pPr>
      <w:keepNext/>
      <w:tabs>
        <w:tab w:val="num" w:pos="1850"/>
      </w:tabs>
      <w:spacing w:after="240"/>
      <w:ind w:left="1850" w:hanging="432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0E57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0E57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50E57"/>
    <w:pPr>
      <w:keepNext/>
      <w:widowControl w:val="0"/>
      <w:tabs>
        <w:tab w:val="num" w:pos="4406"/>
      </w:tabs>
      <w:ind w:firstLine="560"/>
      <w:outlineLvl w:val="3"/>
    </w:pPr>
    <w:rPr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0E5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50E57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0E57"/>
    <w:rPr>
      <w:rFonts w:ascii="Arial" w:hAnsi="Arial" w:cs="Arial"/>
      <w:b/>
      <w:bCs/>
      <w:cap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50E5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50E57"/>
    <w:rPr>
      <w:rFonts w:ascii="Arial" w:hAnsi="Arial" w:cs="Arial"/>
      <w:i/>
      <w:iCs/>
      <w:sz w:val="18"/>
      <w:szCs w:val="18"/>
      <w:lang w:val="uk-UA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50E57"/>
    <w:rPr>
      <w:rFonts w:ascii="Times New Roman" w:hAnsi="Times New Roman" w:cs="Times New Roman"/>
      <w:b/>
      <w:bCs/>
      <w:i/>
      <w:iCs/>
      <w:sz w:val="20"/>
      <w:szCs w:val="20"/>
      <w:lang w:val="uk-UA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0E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50E57"/>
    <w:rPr>
      <w:rFonts w:ascii="Times New Roman" w:hAnsi="Times New Roman" w:cs="Times New Roman"/>
      <w:b/>
      <w:bCs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50E57"/>
    <w:pPr>
      <w:ind w:firstLine="295"/>
      <w:jc w:val="both"/>
    </w:pPr>
    <w:rPr>
      <w:sz w:val="19"/>
      <w:szCs w:val="19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0E57"/>
    <w:rPr>
      <w:rFonts w:ascii="Times New Roman" w:hAnsi="Times New Roman" w:cs="Times New Roman"/>
      <w:sz w:val="19"/>
      <w:szCs w:val="19"/>
      <w:lang w:eastAsia="ar-SA" w:bidi="ar-SA"/>
    </w:rPr>
  </w:style>
  <w:style w:type="paragraph" w:styleId="Header">
    <w:name w:val="header"/>
    <w:basedOn w:val="Normal"/>
    <w:link w:val="HeaderChar"/>
    <w:uiPriority w:val="99"/>
    <w:rsid w:val="00650E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0E57"/>
    <w:rPr>
      <w:rFonts w:ascii="Times New Roman" w:hAnsi="Times New Roman" w:cs="Times New Roman"/>
      <w:sz w:val="24"/>
      <w:szCs w:val="24"/>
      <w:lang w:val="uk-UA" w:eastAsia="ar-SA" w:bidi="ar-SA"/>
    </w:rPr>
  </w:style>
  <w:style w:type="character" w:styleId="PageNumber">
    <w:name w:val="page number"/>
    <w:basedOn w:val="DefaultParagraphFont"/>
    <w:uiPriority w:val="99"/>
    <w:rsid w:val="00650E57"/>
    <w:rPr>
      <w:rFonts w:cs="Times New Roman"/>
    </w:rPr>
  </w:style>
  <w:style w:type="table" w:styleId="TableGrid">
    <w:name w:val="Table Grid"/>
    <w:basedOn w:val="TableNormal"/>
    <w:uiPriority w:val="99"/>
    <w:rsid w:val="00393BE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4471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D21BC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21BC6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BlockText">
    <w:name w:val="Block Text"/>
    <w:basedOn w:val="Normal"/>
    <w:uiPriority w:val="99"/>
    <w:rsid w:val="00D21BC6"/>
    <w:pPr>
      <w:shd w:val="clear" w:color="auto" w:fill="FFFFFF"/>
      <w:suppressAutoHyphens w:val="0"/>
      <w:spacing w:line="485" w:lineRule="exact"/>
      <w:ind w:left="5" w:right="10" w:firstLine="696"/>
      <w:jc w:val="both"/>
    </w:pPr>
    <w:rPr>
      <w:color w:val="000000"/>
      <w:spacing w:val="4"/>
      <w:sz w:val="28"/>
      <w:szCs w:val="28"/>
      <w:lang w:eastAsia="uk-UA"/>
    </w:rPr>
  </w:style>
  <w:style w:type="character" w:customStyle="1" w:styleId="FontStyle22">
    <w:name w:val="Font Style22"/>
    <w:basedOn w:val="DefaultParagraphFont"/>
    <w:uiPriority w:val="99"/>
    <w:rsid w:val="00947AF8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947AF8"/>
    <w:rPr>
      <w:rFonts w:ascii="Arial" w:hAnsi="Arial" w:cs="Arial"/>
      <w:b/>
      <w:bCs/>
      <w:sz w:val="14"/>
      <w:szCs w:val="14"/>
    </w:rPr>
  </w:style>
  <w:style w:type="paragraph" w:styleId="TOC1">
    <w:name w:val="toc 1"/>
    <w:basedOn w:val="Normal"/>
    <w:next w:val="Normal"/>
    <w:autoRedefine/>
    <w:uiPriority w:val="99"/>
    <w:semiHidden/>
    <w:rsid w:val="00486FB2"/>
    <w:pPr>
      <w:suppressAutoHyphens w:val="0"/>
      <w:ind w:left="252" w:hanging="252"/>
      <w:jc w:val="both"/>
    </w:pPr>
    <w:rPr>
      <w:bCs/>
      <w:noProof/>
      <w:sz w:val="22"/>
      <w:szCs w:val="22"/>
      <w:lang w:eastAsia="ru-RU"/>
    </w:rPr>
  </w:style>
  <w:style w:type="character" w:styleId="Hyperlink">
    <w:name w:val="Hyperlink"/>
    <w:basedOn w:val="DefaultParagraphFont"/>
    <w:uiPriority w:val="99"/>
    <w:rsid w:val="00924A3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24A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uk-UA" w:eastAsia="en-US"/>
    </w:rPr>
  </w:style>
  <w:style w:type="paragraph" w:styleId="Footer">
    <w:name w:val="footer"/>
    <w:basedOn w:val="Normal"/>
    <w:link w:val="FooterChar"/>
    <w:uiPriority w:val="99"/>
    <w:semiHidden/>
    <w:rsid w:val="003C3C6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3C66"/>
    <w:rPr>
      <w:rFonts w:ascii="Times New Roman" w:hAnsi="Times New Roman" w:cs="Times New Roman"/>
      <w:sz w:val="24"/>
      <w:szCs w:val="24"/>
      <w:lang w:val="uk-UA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znu.edu.ua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zounb.zp.ua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11</Pages>
  <Words>2663</Words>
  <Characters>15183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6</cp:revision>
  <cp:lastPrinted>2017-09-25T13:34:00Z</cp:lastPrinted>
  <dcterms:created xsi:type="dcterms:W3CDTF">2017-09-25T08:23:00Z</dcterms:created>
  <dcterms:modified xsi:type="dcterms:W3CDTF">2017-09-26T11:00:00Z</dcterms:modified>
</cp:coreProperties>
</file>